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5FA475" w14:textId="3C2EB057" w:rsidR="00D77ECB" w:rsidRPr="00833B1E" w:rsidRDefault="00833B1E" w:rsidP="00833B1E">
      <w:pPr>
        <w:pStyle w:val="Naslov2"/>
        <w:numPr>
          <w:ilvl w:val="0"/>
          <w:numId w:val="0"/>
        </w:numPr>
        <w:ind w:left="720" w:hanging="720"/>
        <w:jc w:val="center"/>
      </w:pPr>
      <w:bookmarkStart w:id="0" w:name="_Toc43082511"/>
      <w:r w:rsidRPr="00833B1E">
        <w:t>Menična izjava s pooblastilom za zavarovanje resnosti ponudbe</w:t>
      </w:r>
      <w:bookmarkEnd w:id="0"/>
    </w:p>
    <w:p w14:paraId="2B35166A" w14:textId="77777777" w:rsidR="00D77ECB" w:rsidRDefault="00D77ECB" w:rsidP="00D77ECB">
      <w:pPr>
        <w:pStyle w:val="Brezrazmikov"/>
      </w:pPr>
    </w:p>
    <w:p w14:paraId="2EA9A85E" w14:textId="1D69570F" w:rsidR="00D77ECB" w:rsidRDefault="00D77ECB" w:rsidP="00D77ECB">
      <w:pPr>
        <w:pStyle w:val="Brezrazmikov"/>
      </w:pPr>
      <w:r>
        <w:t xml:space="preserve">Naročniku, </w:t>
      </w:r>
      <w:r w:rsidRPr="007F596F">
        <w:rPr>
          <w:bCs/>
        </w:rPr>
        <w:t>SOCIALNO VARSTVENI ZAVOD HRASTOVEC</w:t>
      </w:r>
      <w:r>
        <w:rPr>
          <w:bCs/>
        </w:rPr>
        <w:t xml:space="preserve">, </w:t>
      </w:r>
      <w:r w:rsidRPr="007F596F">
        <w:t>Hrastovec v Slov. goricah 22</w:t>
      </w:r>
      <w:r>
        <w:t xml:space="preserve">, </w:t>
      </w:r>
      <w:r w:rsidRPr="007F596F">
        <w:t>2230 Lenart v Slov. goricah</w:t>
      </w:r>
      <w:r>
        <w:t xml:space="preserve">, kot zavarovanje za resnost ponudbe v postopku oddaje javnega naročila </w:t>
      </w:r>
      <w:r w:rsidRPr="00043B6D">
        <w:t>TOPLOTNA OSKRBA ZAVODA HRASTOVEC S TOPLOTO NA LESNO BIOMASO</w:t>
      </w:r>
      <w:r>
        <w:t xml:space="preserve">, št. </w:t>
      </w:r>
      <w:r>
        <w:fldChar w:fldCharType="begin">
          <w:ffData>
            <w:name w:val="Besedilo3"/>
            <w:enabled/>
            <w:calcOnExit w:val="0"/>
            <w:textInput/>
          </w:ffData>
        </w:fldChar>
      </w:r>
      <w:bookmarkStart w:id="1" w:name="Besedilo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"/>
      <w:r>
        <w:t xml:space="preserve">, izročamo podpisano bianco lastno menico ter to menično izjavo s pooblastilom za izpolnitev in unovčenje menice. </w:t>
      </w:r>
    </w:p>
    <w:p w14:paraId="3DACD90B" w14:textId="77777777" w:rsidR="00D77ECB" w:rsidRDefault="00D77ECB" w:rsidP="00D77ECB">
      <w:pPr>
        <w:pStyle w:val="Brezrazmikov"/>
      </w:pPr>
    </w:p>
    <w:p w14:paraId="2B0F4BFF" w14:textId="6D3D8E26" w:rsidR="00D77ECB" w:rsidRDefault="00D77ECB" w:rsidP="00D77ECB">
      <w:pPr>
        <w:pStyle w:val="Brezrazmikov"/>
      </w:pPr>
      <w:r>
        <w:t xml:space="preserve">Spodaj podpisani zakoniti zastopnik oziroma pooblaščenec ponudnika </w:t>
      </w:r>
      <w:r>
        <w:fldChar w:fldCharType="begin">
          <w:ffData>
            <w:name w:val="Besedilo4"/>
            <w:enabled/>
            <w:calcOnExit w:val="0"/>
            <w:textInput/>
          </w:ffData>
        </w:fldChar>
      </w:r>
      <w:bookmarkStart w:id="2" w:name="Besedilo4"/>
      <w:r>
        <w:instrText xml:space="preserve"> FORMTEXT </w:instrText>
      </w:r>
      <w:r>
        <w:fldChar w:fldCharType="separate"/>
      </w:r>
      <w:r w:rsidRPr="00D77ECB">
        <w:rPr>
          <w:noProof/>
        </w:rPr>
        <w:t>firma in sedež PONUDNIKA</w:t>
      </w:r>
      <w:r>
        <w:fldChar w:fldCharType="end"/>
      </w:r>
      <w:bookmarkEnd w:id="2"/>
      <w:r>
        <w:t xml:space="preserve"> nepreklicno izjavljam, da pooblaščam naročnika, </w:t>
      </w:r>
      <w:r w:rsidRPr="007F596F">
        <w:rPr>
          <w:bCs/>
        </w:rPr>
        <w:t>SOCIALNO VARSTVENI ZAVOD HRASTOVEC</w:t>
      </w:r>
      <w:r>
        <w:rPr>
          <w:bCs/>
        </w:rPr>
        <w:t xml:space="preserve">, </w:t>
      </w:r>
      <w:r w:rsidRPr="007F596F">
        <w:t>Hrastovec v Slov. goricah 22</w:t>
      </w:r>
      <w:r>
        <w:t xml:space="preserve">, </w:t>
      </w:r>
      <w:r w:rsidRPr="007F596F">
        <w:t>2230 Lenart v Slov. goricah</w:t>
      </w:r>
      <w:r>
        <w:t xml:space="preserve">, da lahko podpisano bianco menico, ki je bila izročena kot zavarovanje za resnost ponudbe za javno naročilo </w:t>
      </w:r>
      <w:r w:rsidRPr="00043B6D">
        <w:t>TOPLOTNA OSKRBA ZAVODA HRASTOVEC S TOPLOTO NA LESNO BIOMASO</w:t>
      </w:r>
      <w:r>
        <w:t xml:space="preserve">, z naročnikovo oznako </w:t>
      </w:r>
      <w:r>
        <w:fldChar w:fldCharType="begin">
          <w:ffData>
            <w:name w:val="Besedilo3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>, skladno z določili razpisne dokumentacije in ponudbe za predmetno naročilo, brez poprejšnjega obvestila izpolni v vseh neizpolnjenih delih za znesek v višini</w:t>
      </w:r>
      <w:r w:rsidR="003F17D4">
        <w:t xml:space="preserve"> 10.000,00</w:t>
      </w:r>
      <w:r>
        <w:t xml:space="preserve">, z besedo: </w:t>
      </w:r>
      <w:r w:rsidR="003F17D4">
        <w:t>deset tisoč evrov 00</w:t>
      </w:r>
      <w:r>
        <w:t xml:space="preserve">/100. </w:t>
      </w:r>
    </w:p>
    <w:p w14:paraId="04E336AE" w14:textId="77777777" w:rsidR="00D77ECB" w:rsidRDefault="00D77ECB" w:rsidP="00D77ECB">
      <w:pPr>
        <w:pStyle w:val="Brezrazmikov"/>
      </w:pPr>
    </w:p>
    <w:p w14:paraId="1BB557CD" w14:textId="77777777" w:rsidR="00D77ECB" w:rsidRDefault="00D77ECB" w:rsidP="00D77ECB">
      <w:pPr>
        <w:pStyle w:val="Brezrazmikov"/>
      </w:pPr>
      <w:r>
        <w:t>Ponudnik se odreka vsem ugovorom proti tako izpolnjeni menici in se zavezuje menico plačati, ko dospe, v gotovini. To pooblastilo preneha 30 dni po poteku veljavnosti ponudbe, ki jo je ponudnik podal v zgoraj navedenem postopku oddaje javnega naročila.</w:t>
      </w:r>
    </w:p>
    <w:p w14:paraId="16F61BDB" w14:textId="77777777" w:rsidR="00D77ECB" w:rsidRDefault="00D77ECB" w:rsidP="00D77ECB">
      <w:pPr>
        <w:pStyle w:val="Brezrazmikov"/>
      </w:pPr>
    </w:p>
    <w:p w14:paraId="7A9765DD" w14:textId="6D832E61" w:rsidR="00D77ECB" w:rsidRDefault="00D77ECB" w:rsidP="00D77ECB">
      <w:pPr>
        <w:pStyle w:val="Brezrazmikov"/>
      </w:pPr>
      <w:r>
        <w:t xml:space="preserve">Menični znesek se nakaže na račun naročnika </w:t>
      </w:r>
      <w:r w:rsidR="003F17D4" w:rsidRPr="007F596F">
        <w:rPr>
          <w:bCs/>
        </w:rPr>
        <w:t>SOCIALNO VARSTVENI ZAVOD HRASTOVEC</w:t>
      </w:r>
      <w:r w:rsidR="003F17D4">
        <w:rPr>
          <w:bCs/>
        </w:rPr>
        <w:t xml:space="preserve">, </w:t>
      </w:r>
      <w:r w:rsidR="003F17D4" w:rsidRPr="007F596F">
        <w:t>Hrastovec v Slov. goricah 22</w:t>
      </w:r>
      <w:r w:rsidR="003F17D4">
        <w:t xml:space="preserve">, </w:t>
      </w:r>
      <w:r w:rsidR="003F17D4" w:rsidRPr="007F596F">
        <w:t>2230 Lenart v Slov. goricah</w:t>
      </w:r>
      <w:r>
        <w:t xml:space="preserve">, št. </w:t>
      </w:r>
      <w:r w:rsidR="003F17D4" w:rsidRPr="003F17D4">
        <w:t>SI56 0110 0603 0300 592</w:t>
      </w:r>
      <w:r>
        <w:t xml:space="preserve">, odprt pri </w:t>
      </w:r>
      <w:r w:rsidR="003F17D4">
        <w:t>UJP</w:t>
      </w:r>
      <w:r>
        <w:t xml:space="preserve">. Ponudnik izjavlja, da se zaveda pravnih posledic izdaje menice v zavarovanje. Menica naj se izpolni s klavzulo »BREZ PROTESTA«. </w:t>
      </w:r>
    </w:p>
    <w:p w14:paraId="1D2BD02A" w14:textId="77777777" w:rsidR="00D77ECB" w:rsidRDefault="00D77ECB" w:rsidP="00D77ECB">
      <w:pPr>
        <w:pStyle w:val="Brezrazmikov"/>
      </w:pPr>
    </w:p>
    <w:p w14:paraId="34DD9EEB" w14:textId="5F4CB930" w:rsidR="00D77ECB" w:rsidRDefault="00D77ECB" w:rsidP="00D77ECB">
      <w:pPr>
        <w:pStyle w:val="Brezrazmikov"/>
      </w:pPr>
      <w:r>
        <w:t xml:space="preserve">Ponudnik hkrati pooblaščam naročnika </w:t>
      </w:r>
      <w:r w:rsidR="003F17D4" w:rsidRPr="007F596F">
        <w:rPr>
          <w:bCs/>
        </w:rPr>
        <w:t>SOCIALNO VARSTVENI ZAVOD HRASTOVEC</w:t>
      </w:r>
      <w:r w:rsidR="003F17D4">
        <w:rPr>
          <w:bCs/>
        </w:rPr>
        <w:t>,</w:t>
      </w:r>
      <w:r w:rsidR="003F17D4" w:rsidRPr="007F596F">
        <w:t xml:space="preserve"> Hrastovec v Slov. goricah 22</w:t>
      </w:r>
      <w:r w:rsidR="003F17D4">
        <w:t xml:space="preserve">, </w:t>
      </w:r>
      <w:r w:rsidR="003F17D4" w:rsidRPr="007F596F">
        <w:t>2230 Lenart v Slov. goricah</w:t>
      </w:r>
      <w:r>
        <w:t xml:space="preserve">, da predloži menico na unovčenje in izrecno dovoljujem banki izplačilo take menice. </w:t>
      </w:r>
    </w:p>
    <w:p w14:paraId="35267809" w14:textId="77777777" w:rsidR="00D77ECB" w:rsidRDefault="00D77ECB" w:rsidP="00D77ECB">
      <w:pPr>
        <w:pStyle w:val="Brezrazmikov"/>
      </w:pPr>
    </w:p>
    <w:p w14:paraId="1FD7C2DE" w14:textId="77777777" w:rsidR="00D77ECB" w:rsidRDefault="00D77ECB" w:rsidP="00D77ECB">
      <w:pPr>
        <w:pStyle w:val="Brezrazmikov"/>
      </w:pPr>
      <w:r>
        <w:t>Tako dajem nalog za plačilo oz. pooblastilo vsem spodaj navedenim bankam iz naslednjih mojih računov:</w:t>
      </w:r>
    </w:p>
    <w:p w14:paraId="335B9112" w14:textId="535E5FB6" w:rsidR="00D77ECB" w:rsidRDefault="00D77ECB" w:rsidP="00D77ECB">
      <w:pPr>
        <w:pStyle w:val="Brezrazmikov"/>
      </w:pPr>
      <w:r>
        <w:t>-</w:t>
      </w:r>
      <w:r>
        <w:tab/>
      </w:r>
      <w:r w:rsidR="003F17D4">
        <w:fldChar w:fldCharType="begin">
          <w:ffData>
            <w:name w:val="Besedilo5"/>
            <w:enabled/>
            <w:calcOnExit w:val="0"/>
            <w:textInput/>
          </w:ffData>
        </w:fldChar>
      </w:r>
      <w:bookmarkStart w:id="3" w:name="Besedilo5"/>
      <w:r w:rsidR="003F17D4">
        <w:instrText xml:space="preserve"> FORMTEXT </w:instrText>
      </w:r>
      <w:r w:rsidR="003F17D4">
        <w:fldChar w:fldCharType="separate"/>
      </w:r>
      <w:r w:rsidR="003F17D4" w:rsidRPr="003F17D4">
        <w:rPr>
          <w:noProof/>
        </w:rPr>
        <w:t>domiciliat (naziv in naslov banke ali drugega plačnika)</w:t>
      </w:r>
      <w:r w:rsidR="003F17D4">
        <w:fldChar w:fldCharType="end"/>
      </w:r>
      <w:bookmarkEnd w:id="3"/>
    </w:p>
    <w:p w14:paraId="2D515B69" w14:textId="77777777" w:rsidR="003F17D4" w:rsidRDefault="00D77ECB" w:rsidP="00D77ECB">
      <w:pPr>
        <w:pStyle w:val="Brezrazmikov"/>
      </w:pPr>
      <w:r>
        <w:t>-</w:t>
      </w:r>
      <w:r>
        <w:tab/>
      </w:r>
      <w:r w:rsidR="003F17D4">
        <w:fldChar w:fldCharType="begin">
          <w:ffData>
            <w:name w:val="Besedilo5"/>
            <w:enabled/>
            <w:calcOnExit w:val="0"/>
            <w:textInput/>
          </w:ffData>
        </w:fldChar>
      </w:r>
      <w:r w:rsidR="003F17D4">
        <w:instrText xml:space="preserve"> FORMTEXT </w:instrText>
      </w:r>
      <w:r w:rsidR="003F17D4">
        <w:fldChar w:fldCharType="separate"/>
      </w:r>
      <w:r w:rsidR="003F17D4" w:rsidRPr="003F17D4">
        <w:rPr>
          <w:noProof/>
        </w:rPr>
        <w:t>domiciliat (naziv in naslov banke ali drugega plačnika)</w:t>
      </w:r>
      <w:r w:rsidR="003F17D4">
        <w:fldChar w:fldCharType="end"/>
      </w:r>
    </w:p>
    <w:p w14:paraId="2A9CD9F8" w14:textId="3B1B9C3B" w:rsidR="00D77ECB" w:rsidRDefault="00D77ECB" w:rsidP="00D77ECB">
      <w:pPr>
        <w:pStyle w:val="Brezrazmikov"/>
      </w:pPr>
      <w:r>
        <w:t>-</w:t>
      </w:r>
      <w:r>
        <w:tab/>
      </w:r>
      <w:r w:rsidR="003F17D4">
        <w:fldChar w:fldCharType="begin">
          <w:ffData>
            <w:name w:val="Besedilo5"/>
            <w:enabled/>
            <w:calcOnExit w:val="0"/>
            <w:textInput/>
          </w:ffData>
        </w:fldChar>
      </w:r>
      <w:r w:rsidR="003F17D4">
        <w:instrText xml:space="preserve"> FORMTEXT </w:instrText>
      </w:r>
      <w:r w:rsidR="003F17D4">
        <w:fldChar w:fldCharType="separate"/>
      </w:r>
      <w:r w:rsidR="003F17D4" w:rsidRPr="003F17D4">
        <w:rPr>
          <w:noProof/>
        </w:rPr>
        <w:t>domiciliat (naziv in naslov banke ali drugega plačnika)</w:t>
      </w:r>
      <w:r w:rsidR="003F17D4">
        <w:fldChar w:fldCharType="end"/>
      </w:r>
    </w:p>
    <w:p w14:paraId="57D346B7" w14:textId="77777777" w:rsidR="003F17D4" w:rsidRDefault="003F17D4" w:rsidP="00D77ECB">
      <w:pPr>
        <w:pStyle w:val="Brezrazmikov"/>
      </w:pPr>
    </w:p>
    <w:p w14:paraId="5E62CE37" w14:textId="2D4554CF" w:rsidR="00D77ECB" w:rsidRDefault="00D77ECB" w:rsidP="00D77ECB">
      <w:pPr>
        <w:pStyle w:val="Brezrazmikov"/>
      </w:pPr>
      <w:r>
        <w:t>V primeru odprtja dodatnega računa, ki ni zgoraj naveden, izrecno dovoljujem izplačilo menice in pooblaščam banko, pri kateri je takšen račun odprt, da izvede plačilo.</w:t>
      </w:r>
    </w:p>
    <w:p w14:paraId="0F8E0CFE" w14:textId="77777777" w:rsidR="00D77ECB" w:rsidRDefault="00D77ECB" w:rsidP="00D77ECB">
      <w:pPr>
        <w:pStyle w:val="Brezrazmikov"/>
      </w:pPr>
    </w:p>
    <w:p w14:paraId="57952D29" w14:textId="77777777" w:rsidR="00D77ECB" w:rsidRDefault="00D77ECB" w:rsidP="00D77ECB">
      <w:pPr>
        <w:pStyle w:val="Brezrazmikov"/>
      </w:pPr>
    </w:p>
    <w:p w14:paraId="10F26347" w14:textId="15DD4409" w:rsidR="00D77ECB" w:rsidRDefault="00D77ECB" w:rsidP="00D77ECB">
      <w:pPr>
        <w:pStyle w:val="Brezrazmikov"/>
      </w:pPr>
      <w:r>
        <w:t>Kraj:</w:t>
      </w:r>
      <w:r w:rsidR="003F17D4">
        <w:t xml:space="preserve"> </w:t>
      </w:r>
      <w:r w:rsidR="003F17D4">
        <w:fldChar w:fldCharType="begin">
          <w:ffData>
            <w:name w:val="Besedilo6"/>
            <w:enabled/>
            <w:calcOnExit w:val="0"/>
            <w:textInput/>
          </w:ffData>
        </w:fldChar>
      </w:r>
      <w:bookmarkStart w:id="4" w:name="Besedilo6"/>
      <w:r w:rsidR="003F17D4">
        <w:instrText xml:space="preserve"> FORMTEXT </w:instrText>
      </w:r>
      <w:r w:rsidR="003F17D4">
        <w:fldChar w:fldCharType="separate"/>
      </w:r>
      <w:r w:rsidR="003F17D4">
        <w:rPr>
          <w:noProof/>
        </w:rPr>
        <w:t> </w:t>
      </w:r>
      <w:r w:rsidR="003F17D4">
        <w:rPr>
          <w:noProof/>
        </w:rPr>
        <w:t> </w:t>
      </w:r>
      <w:r w:rsidR="003F17D4">
        <w:rPr>
          <w:noProof/>
        </w:rPr>
        <w:t> </w:t>
      </w:r>
      <w:r w:rsidR="003F17D4">
        <w:rPr>
          <w:noProof/>
        </w:rPr>
        <w:t> </w:t>
      </w:r>
      <w:r w:rsidR="003F17D4">
        <w:rPr>
          <w:noProof/>
        </w:rPr>
        <w:t> </w:t>
      </w:r>
      <w:r w:rsidR="003F17D4">
        <w:fldChar w:fldCharType="end"/>
      </w:r>
      <w:bookmarkEnd w:id="4"/>
    </w:p>
    <w:p w14:paraId="3DD7450E" w14:textId="491960AD" w:rsidR="00D77ECB" w:rsidRDefault="00D77ECB" w:rsidP="00D77ECB">
      <w:pPr>
        <w:pStyle w:val="Brezrazmikov"/>
      </w:pPr>
      <w:r>
        <w:t xml:space="preserve">Datum: </w:t>
      </w:r>
      <w:r w:rsidR="003F17D4">
        <w:fldChar w:fldCharType="begin">
          <w:ffData>
            <w:name w:val="Besedilo6"/>
            <w:enabled/>
            <w:calcOnExit w:val="0"/>
            <w:textInput/>
          </w:ffData>
        </w:fldChar>
      </w:r>
      <w:r w:rsidR="003F17D4">
        <w:instrText xml:space="preserve"> FORMTEXT </w:instrText>
      </w:r>
      <w:r w:rsidR="003F17D4">
        <w:fldChar w:fldCharType="separate"/>
      </w:r>
      <w:r w:rsidR="003F17D4">
        <w:rPr>
          <w:noProof/>
        </w:rPr>
        <w:t> </w:t>
      </w:r>
      <w:r w:rsidR="003F17D4">
        <w:rPr>
          <w:noProof/>
        </w:rPr>
        <w:t> </w:t>
      </w:r>
      <w:r w:rsidR="003F17D4">
        <w:rPr>
          <w:noProof/>
        </w:rPr>
        <w:t> </w:t>
      </w:r>
      <w:r w:rsidR="003F17D4">
        <w:rPr>
          <w:noProof/>
        </w:rPr>
        <w:t> </w:t>
      </w:r>
      <w:r w:rsidR="003F17D4">
        <w:rPr>
          <w:noProof/>
        </w:rPr>
        <w:t> </w:t>
      </w:r>
      <w:r w:rsidR="003F17D4">
        <w:fldChar w:fldCharType="end"/>
      </w:r>
    </w:p>
    <w:p w14:paraId="0680EEA6" w14:textId="3F808F67" w:rsidR="00D77ECB" w:rsidRDefault="00D77ECB" w:rsidP="003F17D4">
      <w:pPr>
        <w:pStyle w:val="Brezrazmikov"/>
        <w:ind w:left="3570"/>
        <w:jc w:val="left"/>
      </w:pPr>
      <w:r>
        <w:t>Izdajatelj menice:</w:t>
      </w:r>
      <w:r w:rsidR="003F17D4">
        <w:t xml:space="preserve"> </w:t>
      </w:r>
      <w:r w:rsidR="003F17D4">
        <w:fldChar w:fldCharType="begin">
          <w:ffData>
            <w:name w:val="Besedilo6"/>
            <w:enabled/>
            <w:calcOnExit w:val="0"/>
            <w:textInput/>
          </w:ffData>
        </w:fldChar>
      </w:r>
      <w:r w:rsidR="003F17D4">
        <w:instrText xml:space="preserve"> FORMTEXT </w:instrText>
      </w:r>
      <w:r w:rsidR="003F17D4">
        <w:fldChar w:fldCharType="separate"/>
      </w:r>
      <w:r w:rsidR="003F17D4">
        <w:rPr>
          <w:noProof/>
        </w:rPr>
        <w:t> </w:t>
      </w:r>
      <w:r w:rsidR="003F17D4">
        <w:rPr>
          <w:noProof/>
        </w:rPr>
        <w:t> </w:t>
      </w:r>
      <w:r w:rsidR="003F17D4">
        <w:rPr>
          <w:noProof/>
        </w:rPr>
        <w:t> </w:t>
      </w:r>
      <w:r w:rsidR="003F17D4">
        <w:rPr>
          <w:noProof/>
        </w:rPr>
        <w:t> </w:t>
      </w:r>
      <w:r w:rsidR="003F17D4">
        <w:rPr>
          <w:noProof/>
        </w:rPr>
        <w:t> </w:t>
      </w:r>
      <w:r w:rsidR="003F17D4">
        <w:fldChar w:fldCharType="end"/>
      </w:r>
    </w:p>
    <w:p w14:paraId="1B501180" w14:textId="53D67A75" w:rsidR="00D77ECB" w:rsidRDefault="00D77ECB" w:rsidP="003F17D4">
      <w:pPr>
        <w:pStyle w:val="Brezrazmikov"/>
        <w:ind w:left="3570"/>
        <w:jc w:val="left"/>
      </w:pPr>
      <w:r>
        <w:t>Ponudnik</w:t>
      </w:r>
      <w:r w:rsidR="003F17D4">
        <w:t xml:space="preserve">: </w:t>
      </w:r>
      <w:r w:rsidR="003F17D4">
        <w:fldChar w:fldCharType="begin">
          <w:ffData>
            <w:name w:val="Besedilo6"/>
            <w:enabled/>
            <w:calcOnExit w:val="0"/>
            <w:textInput/>
          </w:ffData>
        </w:fldChar>
      </w:r>
      <w:r w:rsidR="003F17D4">
        <w:instrText xml:space="preserve"> FORMTEXT </w:instrText>
      </w:r>
      <w:r w:rsidR="003F17D4">
        <w:fldChar w:fldCharType="separate"/>
      </w:r>
      <w:r w:rsidR="003F17D4">
        <w:rPr>
          <w:noProof/>
        </w:rPr>
        <w:t> </w:t>
      </w:r>
      <w:r w:rsidR="003F17D4">
        <w:rPr>
          <w:noProof/>
        </w:rPr>
        <w:t> </w:t>
      </w:r>
      <w:r w:rsidR="003F17D4">
        <w:rPr>
          <w:noProof/>
        </w:rPr>
        <w:t> </w:t>
      </w:r>
      <w:r w:rsidR="003F17D4">
        <w:rPr>
          <w:noProof/>
        </w:rPr>
        <w:t> </w:t>
      </w:r>
      <w:r w:rsidR="003F17D4">
        <w:rPr>
          <w:noProof/>
        </w:rPr>
        <w:t> </w:t>
      </w:r>
      <w:r w:rsidR="003F17D4">
        <w:fldChar w:fldCharType="end"/>
      </w:r>
    </w:p>
    <w:p w14:paraId="69BC2201" w14:textId="4B5D47CA" w:rsidR="00D77ECB" w:rsidRDefault="00D77ECB" w:rsidP="003F17D4">
      <w:pPr>
        <w:pStyle w:val="Brezrazmikov"/>
        <w:ind w:left="3570"/>
        <w:jc w:val="left"/>
      </w:pPr>
      <w:r>
        <w:t>Ime in priimek zakonitega zastopnika</w:t>
      </w:r>
      <w:r w:rsidR="003F17D4">
        <w:t xml:space="preserve">: </w:t>
      </w:r>
      <w:r w:rsidR="003F17D4">
        <w:fldChar w:fldCharType="begin">
          <w:ffData>
            <w:name w:val="Besedilo6"/>
            <w:enabled/>
            <w:calcOnExit w:val="0"/>
            <w:textInput/>
          </w:ffData>
        </w:fldChar>
      </w:r>
      <w:r w:rsidR="003F17D4">
        <w:instrText xml:space="preserve"> FORMTEXT </w:instrText>
      </w:r>
      <w:r w:rsidR="003F17D4">
        <w:fldChar w:fldCharType="separate"/>
      </w:r>
      <w:r w:rsidR="003F17D4">
        <w:rPr>
          <w:noProof/>
        </w:rPr>
        <w:t> </w:t>
      </w:r>
      <w:r w:rsidR="003F17D4">
        <w:rPr>
          <w:noProof/>
        </w:rPr>
        <w:t> </w:t>
      </w:r>
      <w:r w:rsidR="003F17D4">
        <w:rPr>
          <w:noProof/>
        </w:rPr>
        <w:t> </w:t>
      </w:r>
      <w:r w:rsidR="003F17D4">
        <w:rPr>
          <w:noProof/>
        </w:rPr>
        <w:t> </w:t>
      </w:r>
      <w:r w:rsidR="003F17D4">
        <w:rPr>
          <w:noProof/>
        </w:rPr>
        <w:t> </w:t>
      </w:r>
      <w:r w:rsidR="003F17D4">
        <w:fldChar w:fldCharType="end"/>
      </w:r>
    </w:p>
    <w:p w14:paraId="71717DA4" w14:textId="5BD7ACA6" w:rsidR="00D77ECB" w:rsidRDefault="00D77ECB" w:rsidP="003F17D4">
      <w:pPr>
        <w:pStyle w:val="Brezrazmikov"/>
        <w:ind w:left="3570"/>
        <w:jc w:val="left"/>
      </w:pPr>
      <w:r>
        <w:t>Funkcija</w:t>
      </w:r>
      <w:r w:rsidR="003F17D4">
        <w:t xml:space="preserve">: </w:t>
      </w:r>
      <w:r w:rsidR="003F17D4">
        <w:fldChar w:fldCharType="begin">
          <w:ffData>
            <w:name w:val="Besedilo6"/>
            <w:enabled/>
            <w:calcOnExit w:val="0"/>
            <w:textInput/>
          </w:ffData>
        </w:fldChar>
      </w:r>
      <w:r w:rsidR="003F17D4">
        <w:instrText xml:space="preserve"> FORMTEXT </w:instrText>
      </w:r>
      <w:r w:rsidR="003F17D4">
        <w:fldChar w:fldCharType="separate"/>
      </w:r>
      <w:r w:rsidR="003F17D4">
        <w:rPr>
          <w:noProof/>
        </w:rPr>
        <w:t> </w:t>
      </w:r>
      <w:r w:rsidR="003F17D4">
        <w:rPr>
          <w:noProof/>
        </w:rPr>
        <w:t> </w:t>
      </w:r>
      <w:r w:rsidR="003F17D4">
        <w:rPr>
          <w:noProof/>
        </w:rPr>
        <w:t> </w:t>
      </w:r>
      <w:r w:rsidR="003F17D4">
        <w:rPr>
          <w:noProof/>
        </w:rPr>
        <w:t> </w:t>
      </w:r>
      <w:r w:rsidR="003F17D4">
        <w:rPr>
          <w:noProof/>
        </w:rPr>
        <w:t> </w:t>
      </w:r>
      <w:r w:rsidR="003F17D4">
        <w:fldChar w:fldCharType="end"/>
      </w:r>
    </w:p>
    <w:p w14:paraId="28526A10" w14:textId="77777777" w:rsidR="00D77ECB" w:rsidRDefault="00D77ECB" w:rsidP="003F17D4">
      <w:pPr>
        <w:pStyle w:val="Brezrazmikov"/>
        <w:ind w:left="3570"/>
      </w:pPr>
      <w:r>
        <w:t xml:space="preserve">Podpis: </w:t>
      </w:r>
    </w:p>
    <w:p w14:paraId="7CBBAE64" w14:textId="77777777" w:rsidR="00D77ECB" w:rsidRDefault="00D77ECB" w:rsidP="003F17D4">
      <w:pPr>
        <w:pStyle w:val="Brezrazmikov"/>
        <w:ind w:left="3570"/>
      </w:pPr>
    </w:p>
    <w:p w14:paraId="471E3694" w14:textId="77777777" w:rsidR="00D77ECB" w:rsidRDefault="00D77ECB" w:rsidP="003F17D4">
      <w:pPr>
        <w:pStyle w:val="Brezrazmikov"/>
        <w:ind w:left="3570"/>
      </w:pPr>
      <w:r>
        <w:t>_________________________</w:t>
      </w:r>
    </w:p>
    <w:p w14:paraId="1BDF16DC" w14:textId="77777777" w:rsidR="003F17D4" w:rsidRDefault="003F17D4" w:rsidP="00D77ECB">
      <w:pPr>
        <w:pStyle w:val="Brezrazmikov"/>
      </w:pPr>
    </w:p>
    <w:p w14:paraId="1FED30E0" w14:textId="3ECCFEE2" w:rsidR="003F17D4" w:rsidRDefault="00D77ECB" w:rsidP="00D77ECB">
      <w:pPr>
        <w:pStyle w:val="Brezrazmikov"/>
      </w:pPr>
      <w:r>
        <w:t>Priloga: bianco menica, žigosana in podpisana s strani odgovorne osebe</w:t>
      </w:r>
      <w:r w:rsidR="003F17D4">
        <w:t xml:space="preserve"> ponudnika</w:t>
      </w:r>
    </w:p>
    <w:sectPr w:rsidR="003F17D4" w:rsidSect="004B6885">
      <w:headerReference w:type="default" r:id="rId9"/>
      <w:footerReference w:type="default" r:id="rId10"/>
      <w:pgSz w:w="12240" w:h="15840"/>
      <w:pgMar w:top="1080" w:right="1080" w:bottom="1080" w:left="1080" w:header="720" w:footer="72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EEDF18" w14:textId="77777777" w:rsidR="00E94903" w:rsidRDefault="00E94903">
      <w:pPr>
        <w:spacing w:after="0" w:line="240" w:lineRule="auto"/>
      </w:pPr>
      <w:r>
        <w:separator/>
      </w:r>
    </w:p>
  </w:endnote>
  <w:endnote w:type="continuationSeparator" w:id="0">
    <w:p w14:paraId="3926D86B" w14:textId="77777777" w:rsidR="00E94903" w:rsidRDefault="00E94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HYGothic-Extra">
    <w:panose1 w:val="00000000000000000000"/>
    <w:charset w:val="81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AC32E1" w14:textId="18C19431" w:rsidR="00F15A00" w:rsidRDefault="00F15A00" w:rsidP="00B36DD2">
    <w:pPr>
      <w:pStyle w:val="Noga"/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4E7710F0" wp14:editId="555ED4F8">
              <wp:simplePos x="0" y="0"/>
              <wp:positionH relativeFrom="margin">
                <wp:posOffset>6504305</wp:posOffset>
              </wp:positionH>
              <wp:positionV relativeFrom="margin">
                <wp:posOffset>6023610</wp:posOffset>
              </wp:positionV>
              <wp:extent cx="128270" cy="2823210"/>
              <wp:effectExtent l="0" t="0" r="5080" b="0"/>
              <wp:wrapNone/>
              <wp:docPr id="347" name="Pravokotnik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8270" cy="2823210"/>
                      </a:xfrm>
                      <a:prstGeom prst="rect">
                        <a:avLst/>
                      </a:prstGeom>
                      <a:solidFill>
                        <a:srgbClr val="7030A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2000</wp14:pctWidth>
              </wp14:sizeRelH>
              <wp14:sizeRelV relativeFrom="margin">
                <wp14:pctHeight>32500</wp14:pctHeight>
              </wp14:sizeRelV>
            </wp:anchor>
          </w:drawing>
        </mc:Choice>
        <mc:Fallback>
          <w:pict>
            <v:rect w14:anchorId="761C3577" id="Pravokotnik 9" o:spid="_x0000_s1026" style="position:absolute;margin-left:512.15pt;margin-top:474.3pt;width:10.1pt;height:222.3pt;z-index:251672576;visibility:visible;mso-wrap-style:square;mso-width-percent:20;mso-height-percent:325;mso-wrap-distance-left:9pt;mso-wrap-distance-top:0;mso-wrap-distance-right:9pt;mso-wrap-distance-bottom:0;mso-position-horizontal:absolute;mso-position-horizontal-relative:margin;mso-position-vertical:absolute;mso-position-vertical-relative:margin;mso-width-percent:20;mso-height-percent:325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" fillcolor="#7030a0" stroked="f">
              <w10:wrap anchorx="margin" anchory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D7D16D2" wp14:editId="59537BC0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6400800" cy="160655"/>
              <wp:effectExtent l="0" t="0" r="0" b="0"/>
              <wp:wrapNone/>
              <wp:docPr id="343" name="Polje z besedilom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5F036B" w14:textId="77777777" w:rsidR="00F15A00" w:rsidRDefault="00F15A00" w:rsidP="00B36DD2">
                          <w:pPr>
                            <w:pStyle w:val="Brezrazmikov"/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shape w14:anchorId="2D7D16D2" id="Polje z besedilom 5" o:spid="_x0000_s1034" type="#_x0000_t202" style="position:absolute;margin-left:0;margin-top:0;width:7in;height:12.65pt;z-index:251673600;visibility:visible;mso-wrap-style:square;mso-width-percent:1000;mso-height-percent:0;mso-wrap-distance-left:9pt;mso-wrap-distance-top:0;mso-wrap-distance-right:9pt;mso-wrap-distance-bottom:0;mso-position-horizontal:center;mso-position-horizontal-relative:margin;mso-position-vertical:top;mso-position-vertical-relative:bottom-margin-area;mso-width-percent:1000;mso-height-percent:0;mso-width-relative:margin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" filled="f" stroked="f">
              <v:textbox style="mso-fit-shape-to-text:t" inset=",0,,0">
                <w:txbxContent>
                  <w:p w14:paraId="2D5F036B" w14:textId="77777777" w:rsidR="00C53D51" w:rsidRDefault="00C53D51" w:rsidP="00B36DD2">
                    <w:pPr>
                      <w:pStyle w:val="Brezrazmikov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1060F4F" wp14:editId="3085F72F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848475" cy="9114790"/>
              <wp:effectExtent l="0" t="0" r="635" b="6350"/>
              <wp:wrapNone/>
              <wp:docPr id="345" name="Pravokotnik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48475" cy="911479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107000</wp14:pctWidth>
              </wp14:sizeRelH>
              <wp14:sizeRelV relativeFrom="margin">
                <wp14:pctHeight>105000</wp14:pctHeight>
              </wp14:sizeRelV>
            </wp:anchor>
          </w:drawing>
        </mc:Choice>
        <mc:Fallback>
          <w:pict>
            <v:rect w14:anchorId="4DED82E3" id="Pravokotnik 4" o:spid="_x0000_s1026" style="position:absolute;margin-left:0;margin-top:0;width:539.25pt;height:717.7pt;z-index:251670528;visibility:visible;mso-wrap-style:square;mso-width-percent:1070;mso-height-percent:1050;mso-wrap-distance-left:9pt;mso-wrap-distance-top:0;mso-wrap-distance-right:9pt;mso-wrap-distance-bottom:0;mso-position-horizontal:center;mso-position-horizontal-relative:margin;mso-position-vertical:center;mso-position-vertical-relative:margin;mso-width-percent:1070;mso-height-percent:105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" filled="f" strokecolor="black [3213]">
              <w10:wrap anchorx="margin" anchory="margin"/>
            </v:rect>
          </w:pict>
        </mc:Fallback>
      </mc:AlternateContent>
    </w:r>
  </w:p>
  <w:p w14:paraId="3E28C851" w14:textId="77777777" w:rsidR="00F15A00" w:rsidRPr="00B36DD2" w:rsidRDefault="00F15A00" w:rsidP="00B36DD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F519FD" w14:textId="77777777" w:rsidR="00E94903" w:rsidRDefault="00E94903">
      <w:pPr>
        <w:spacing w:after="0" w:line="240" w:lineRule="auto"/>
      </w:pPr>
      <w:r>
        <w:separator/>
      </w:r>
    </w:p>
  </w:footnote>
  <w:footnote w:type="continuationSeparator" w:id="0">
    <w:p w14:paraId="34A57613" w14:textId="77777777" w:rsidR="00E94903" w:rsidRDefault="00E94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72F994" w14:textId="77777777" w:rsidR="00F15A00" w:rsidRDefault="00F15A00">
    <w:pPr>
      <w:pStyle w:val="Glava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94B0E65" wp14:editId="6F73F47B">
              <wp:simplePos x="0" y="0"/>
              <wp:positionH relativeFrom="margin">
                <wp:posOffset>6504305</wp:posOffset>
              </wp:positionH>
              <wp:positionV relativeFrom="margin">
                <wp:posOffset>-260350</wp:posOffset>
              </wp:positionV>
              <wp:extent cx="128270" cy="6297930"/>
              <wp:effectExtent l="0" t="0" r="5080" b="7620"/>
              <wp:wrapNone/>
              <wp:docPr id="346" name="Pravokotnik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8270" cy="6297930"/>
                      </a:xfrm>
                      <a:prstGeom prst="rect">
                        <a:avLst/>
                      </a:prstGeom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2000</wp14:pctWidth>
              </wp14:sizeRelH>
              <wp14:sizeRelV relativeFrom="margin">
                <wp14:pctHeight>72500</wp14:pctHeight>
              </wp14:sizeRelV>
            </wp:anchor>
          </w:drawing>
        </mc:Choice>
        <mc:Fallback>
          <w:pict>
            <v:rect w14:anchorId="7077142E" id="Pravokotnik 8" o:spid="_x0000_s1026" style="position:absolute;margin-left:512.15pt;margin-top:-20.5pt;width:10.1pt;height:495.9pt;z-index:251671552;visibility:visible;mso-wrap-style:square;mso-width-percent:20;mso-height-percent:725;mso-wrap-distance-left:9pt;mso-wrap-distance-top:0;mso-wrap-distance-right:9pt;mso-wrap-distance-bottom:0;mso-position-horizontal:absolute;mso-position-horizontal-relative:margin;mso-position-vertical:absolute;mso-position-vertical-relative:margin;mso-width-percent:20;mso-height-percent:725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" fillcolor="black [3213]" stroked="f"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C4155"/>
    <w:multiLevelType w:val="hybridMultilevel"/>
    <w:tmpl w:val="CB029176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353F21"/>
    <w:multiLevelType w:val="hybridMultilevel"/>
    <w:tmpl w:val="432E971C"/>
    <w:lvl w:ilvl="0" w:tplc="459AA3BC">
      <w:start w:val="1"/>
      <w:numFmt w:val="decimal"/>
      <w:lvlText w:val="(%1) 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776283"/>
    <w:multiLevelType w:val="hybridMultilevel"/>
    <w:tmpl w:val="E9DACE86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8147E8"/>
    <w:multiLevelType w:val="hybridMultilevel"/>
    <w:tmpl w:val="AA90079A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C72BBB"/>
    <w:multiLevelType w:val="hybridMultilevel"/>
    <w:tmpl w:val="D0AAC54E"/>
    <w:lvl w:ilvl="0" w:tplc="459AA3BC">
      <w:start w:val="1"/>
      <w:numFmt w:val="decimal"/>
      <w:lvlText w:val="(%1) 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25A35"/>
    <w:multiLevelType w:val="hybridMultilevel"/>
    <w:tmpl w:val="DA92C074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7218B"/>
    <w:multiLevelType w:val="hybridMultilevel"/>
    <w:tmpl w:val="333041C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B310A"/>
    <w:multiLevelType w:val="hybridMultilevel"/>
    <w:tmpl w:val="21700B9C"/>
    <w:lvl w:ilvl="0" w:tplc="04070007">
      <w:start w:val="1"/>
      <w:numFmt w:val="bullet"/>
      <w:lvlText w:val="-"/>
      <w:lvlJc w:val="left"/>
      <w:pPr>
        <w:ind w:left="717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" w15:restartNumberingAfterBreak="0">
    <w:nsid w:val="1A4F75AE"/>
    <w:multiLevelType w:val="hybridMultilevel"/>
    <w:tmpl w:val="2D2423BE"/>
    <w:lvl w:ilvl="0" w:tplc="04070007">
      <w:start w:val="1"/>
      <w:numFmt w:val="bullet"/>
      <w:lvlText w:val="-"/>
      <w:lvlJc w:val="left"/>
      <w:pPr>
        <w:ind w:left="720" w:hanging="360"/>
      </w:pPr>
      <w:rPr>
        <w:rFonts w:hint="default"/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194CCF"/>
    <w:multiLevelType w:val="hybridMultilevel"/>
    <w:tmpl w:val="6A943CFA"/>
    <w:lvl w:ilvl="0" w:tplc="A5948F34">
      <w:start w:val="1"/>
      <w:numFmt w:val="decimal"/>
      <w:pStyle w:val="Naslovslik"/>
      <w:lvlText w:val="Slika %1:"/>
      <w:lvlJc w:val="left"/>
      <w:pPr>
        <w:ind w:left="149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874035CA">
      <w:numFmt w:val="bullet"/>
      <w:lvlText w:val="-"/>
      <w:lvlJc w:val="left"/>
      <w:pPr>
        <w:ind w:left="1608" w:hanging="528"/>
      </w:pPr>
      <w:rPr>
        <w:rFonts w:ascii="Arial" w:eastAsiaTheme="minorEastAsia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650CE9"/>
    <w:multiLevelType w:val="hybridMultilevel"/>
    <w:tmpl w:val="D4020E1E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383B6F"/>
    <w:multiLevelType w:val="hybridMultilevel"/>
    <w:tmpl w:val="AECE9FE6"/>
    <w:lvl w:ilvl="0" w:tplc="6742A8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2413F9"/>
    <w:multiLevelType w:val="hybridMultilevel"/>
    <w:tmpl w:val="E9DACE86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EF1F95"/>
    <w:multiLevelType w:val="hybridMultilevel"/>
    <w:tmpl w:val="22128118"/>
    <w:lvl w:ilvl="0" w:tplc="FE42DEC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F01F0"/>
    <w:multiLevelType w:val="hybridMultilevel"/>
    <w:tmpl w:val="E5FA6826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E14E37"/>
    <w:multiLevelType w:val="hybridMultilevel"/>
    <w:tmpl w:val="929034F8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2D6E0C"/>
    <w:multiLevelType w:val="hybridMultilevel"/>
    <w:tmpl w:val="FDA6519A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E00117"/>
    <w:multiLevelType w:val="hybridMultilevel"/>
    <w:tmpl w:val="01267AFE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0E05F1"/>
    <w:multiLevelType w:val="hybridMultilevel"/>
    <w:tmpl w:val="42541F0E"/>
    <w:lvl w:ilvl="0" w:tplc="CF50B2DA">
      <w:start w:val="1420"/>
      <w:numFmt w:val="bullet"/>
      <w:lvlText w:val="-"/>
      <w:lvlJc w:val="left"/>
      <w:pPr>
        <w:ind w:left="360" w:hanging="360"/>
      </w:pPr>
      <w:rPr>
        <w:rFonts w:ascii="Georgia" w:eastAsia="Times New Roman" w:hAnsi="Georgia" w:cs="Calibr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70C10E3"/>
    <w:multiLevelType w:val="hybridMultilevel"/>
    <w:tmpl w:val="EAFC616C"/>
    <w:lvl w:ilvl="0" w:tplc="04070007">
      <w:start w:val="1"/>
      <w:numFmt w:val="bullet"/>
      <w:lvlText w:val="-"/>
      <w:lvlJc w:val="left"/>
      <w:pPr>
        <w:ind w:left="36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482719F"/>
    <w:multiLevelType w:val="hybridMultilevel"/>
    <w:tmpl w:val="54F83D6E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426759"/>
    <w:multiLevelType w:val="hybridMultilevel"/>
    <w:tmpl w:val="40406336"/>
    <w:lvl w:ilvl="0" w:tplc="459AA3BC">
      <w:start w:val="1"/>
      <w:numFmt w:val="decimal"/>
      <w:lvlText w:val="(%1) 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E71AFD"/>
    <w:multiLevelType w:val="hybridMultilevel"/>
    <w:tmpl w:val="525646D6"/>
    <w:lvl w:ilvl="0" w:tplc="E0E0B02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1A445B"/>
    <w:multiLevelType w:val="hybridMultilevel"/>
    <w:tmpl w:val="21842574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BE67CE"/>
    <w:multiLevelType w:val="hybridMultilevel"/>
    <w:tmpl w:val="31143A66"/>
    <w:lvl w:ilvl="0" w:tplc="04070007">
      <w:start w:val="1"/>
      <w:numFmt w:val="bullet"/>
      <w:lvlText w:val="-"/>
      <w:lvlJc w:val="left"/>
      <w:pPr>
        <w:ind w:left="36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0AD4D03"/>
    <w:multiLevelType w:val="multilevel"/>
    <w:tmpl w:val="501A50E8"/>
    <w:lvl w:ilvl="0">
      <w:start w:val="1"/>
      <w:numFmt w:val="decimal"/>
      <w:pStyle w:val="Naslov1"/>
      <w:lvlText w:val="%1."/>
      <w:lvlJc w:val="left"/>
      <w:pPr>
        <w:ind w:left="2486" w:hanging="360"/>
      </w:pPr>
    </w:lvl>
    <w:lvl w:ilvl="1">
      <w:start w:val="1"/>
      <w:numFmt w:val="decimal"/>
      <w:pStyle w:val="Naslov2"/>
      <w:lvlText w:val="%1.%2."/>
      <w:lvlJc w:val="left"/>
      <w:pPr>
        <w:ind w:left="2918" w:hanging="432"/>
      </w:pPr>
      <w:rPr>
        <w:color w:val="7030A0"/>
      </w:rPr>
    </w:lvl>
    <w:lvl w:ilvl="2">
      <w:start w:val="1"/>
      <w:numFmt w:val="decimal"/>
      <w:pStyle w:val="Naslov3"/>
      <w:lvlText w:val="%1.%2.%3."/>
      <w:lvlJc w:val="left"/>
      <w:pPr>
        <w:ind w:left="2489" w:hanging="504"/>
      </w:pPr>
      <w:rPr>
        <w:color w:val="0070C0"/>
      </w:rPr>
    </w:lvl>
    <w:lvl w:ilvl="3">
      <w:start w:val="1"/>
      <w:numFmt w:val="decimal"/>
      <w:lvlText w:val="%1.%2.%3.%4."/>
      <w:lvlJc w:val="left"/>
      <w:pPr>
        <w:ind w:left="3854" w:hanging="648"/>
      </w:pPr>
    </w:lvl>
    <w:lvl w:ilvl="4">
      <w:start w:val="1"/>
      <w:numFmt w:val="decimal"/>
      <w:lvlText w:val="%1.%2.%3.%4.%5."/>
      <w:lvlJc w:val="left"/>
      <w:pPr>
        <w:ind w:left="4358" w:hanging="792"/>
      </w:pPr>
    </w:lvl>
    <w:lvl w:ilvl="5">
      <w:start w:val="1"/>
      <w:numFmt w:val="decimal"/>
      <w:lvlText w:val="%1.%2.%3.%4.%5.%6."/>
      <w:lvlJc w:val="left"/>
      <w:pPr>
        <w:ind w:left="4862" w:hanging="936"/>
      </w:pPr>
    </w:lvl>
    <w:lvl w:ilvl="6">
      <w:start w:val="1"/>
      <w:numFmt w:val="decimal"/>
      <w:lvlText w:val="%1.%2.%3.%4.%5.%6.%7."/>
      <w:lvlJc w:val="left"/>
      <w:pPr>
        <w:ind w:left="5366" w:hanging="1080"/>
      </w:pPr>
    </w:lvl>
    <w:lvl w:ilvl="7">
      <w:start w:val="1"/>
      <w:numFmt w:val="decimal"/>
      <w:lvlText w:val="%1.%2.%3.%4.%5.%6.%7.%8."/>
      <w:lvlJc w:val="left"/>
      <w:pPr>
        <w:ind w:left="5870" w:hanging="1224"/>
      </w:pPr>
    </w:lvl>
    <w:lvl w:ilvl="8">
      <w:start w:val="1"/>
      <w:numFmt w:val="decimal"/>
      <w:lvlText w:val="%1.%2.%3.%4.%5.%6.%7.%8.%9."/>
      <w:lvlJc w:val="left"/>
      <w:pPr>
        <w:ind w:left="6446" w:hanging="1440"/>
      </w:pPr>
    </w:lvl>
  </w:abstractNum>
  <w:abstractNum w:abstractNumId="26" w15:restartNumberingAfterBreak="0">
    <w:nsid w:val="50E35AB0"/>
    <w:multiLevelType w:val="hybridMultilevel"/>
    <w:tmpl w:val="941A2ABA"/>
    <w:lvl w:ilvl="0" w:tplc="CF50B2DA">
      <w:start w:val="1420"/>
      <w:numFmt w:val="bullet"/>
      <w:lvlText w:val="-"/>
      <w:lvlJc w:val="left"/>
      <w:pPr>
        <w:ind w:left="1080" w:hanging="360"/>
      </w:pPr>
      <w:rPr>
        <w:rFonts w:ascii="Georgia" w:eastAsia="Times New Roman" w:hAnsi="Georgia" w:cs="Calibr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22515D6"/>
    <w:multiLevelType w:val="hybridMultilevel"/>
    <w:tmpl w:val="9D122396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CF50B2DA">
      <w:start w:val="1420"/>
      <w:numFmt w:val="bullet"/>
      <w:lvlText w:val="-"/>
      <w:lvlJc w:val="left"/>
      <w:pPr>
        <w:ind w:left="1080" w:hanging="360"/>
      </w:pPr>
      <w:rPr>
        <w:rFonts w:ascii="Georgia" w:eastAsia="Times New Roman" w:hAnsi="Georgia" w:cs="Calibri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54A3340"/>
    <w:multiLevelType w:val="hybridMultilevel"/>
    <w:tmpl w:val="7F962466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863284C"/>
    <w:multiLevelType w:val="hybridMultilevel"/>
    <w:tmpl w:val="35A68D9A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8A1649E"/>
    <w:multiLevelType w:val="hybridMultilevel"/>
    <w:tmpl w:val="92A09574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5F5C12"/>
    <w:multiLevelType w:val="hybridMultilevel"/>
    <w:tmpl w:val="D652B6E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961AD0"/>
    <w:multiLevelType w:val="hybridMultilevel"/>
    <w:tmpl w:val="2956201E"/>
    <w:lvl w:ilvl="0" w:tplc="0D24988C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886A8B"/>
    <w:multiLevelType w:val="hybridMultilevel"/>
    <w:tmpl w:val="703C05B0"/>
    <w:lvl w:ilvl="0" w:tplc="459AA3BC">
      <w:start w:val="1"/>
      <w:numFmt w:val="decimal"/>
      <w:lvlText w:val="(%1) 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B482397"/>
    <w:multiLevelType w:val="hybridMultilevel"/>
    <w:tmpl w:val="422E682E"/>
    <w:lvl w:ilvl="0" w:tplc="CF50B2DA">
      <w:start w:val="1420"/>
      <w:numFmt w:val="bullet"/>
      <w:lvlText w:val="-"/>
      <w:lvlJc w:val="left"/>
      <w:pPr>
        <w:ind w:left="1080" w:hanging="360"/>
      </w:pPr>
      <w:rPr>
        <w:rFonts w:ascii="Georgia" w:eastAsia="Times New Roman" w:hAnsi="Georgia" w:cs="Calibr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C3C3C12"/>
    <w:multiLevelType w:val="hybridMultilevel"/>
    <w:tmpl w:val="78A4CD6A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8A3757"/>
    <w:multiLevelType w:val="hybridMultilevel"/>
    <w:tmpl w:val="B2584F6C"/>
    <w:lvl w:ilvl="0" w:tplc="D02CABEE">
      <w:start w:val="1"/>
      <w:numFmt w:val="decimal"/>
      <w:pStyle w:val="Naslovtabele"/>
      <w:lvlText w:val="Tabela %1: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3B4E52"/>
    <w:multiLevelType w:val="hybridMultilevel"/>
    <w:tmpl w:val="C44C33B6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B477A6"/>
    <w:multiLevelType w:val="hybridMultilevel"/>
    <w:tmpl w:val="B8089D1C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6A22DAE"/>
    <w:multiLevelType w:val="hybridMultilevel"/>
    <w:tmpl w:val="17A683A0"/>
    <w:lvl w:ilvl="0" w:tplc="04070007">
      <w:start w:val="1"/>
      <w:numFmt w:val="bullet"/>
      <w:lvlText w:val="-"/>
      <w:lvlJc w:val="left"/>
      <w:pPr>
        <w:ind w:left="720" w:hanging="360"/>
      </w:pPr>
      <w:rPr>
        <w:rFonts w:hint="default"/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1E32CD"/>
    <w:multiLevelType w:val="hybridMultilevel"/>
    <w:tmpl w:val="2FA88EC8"/>
    <w:lvl w:ilvl="0" w:tplc="06880650">
      <w:start w:val="1"/>
      <w:numFmt w:val="lowerLetter"/>
      <w:lvlText w:val="%1) "/>
      <w:lvlJc w:val="left"/>
      <w:pPr>
        <w:ind w:left="720" w:hanging="360"/>
      </w:pPr>
      <w:rPr>
        <w:rFonts w:hint="default"/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E205CC"/>
    <w:multiLevelType w:val="hybridMultilevel"/>
    <w:tmpl w:val="271EFEDE"/>
    <w:lvl w:ilvl="0" w:tplc="04070007">
      <w:start w:val="1"/>
      <w:numFmt w:val="bullet"/>
      <w:lvlText w:val="-"/>
      <w:lvlJc w:val="left"/>
      <w:pPr>
        <w:ind w:left="36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A01654B"/>
    <w:multiLevelType w:val="hybridMultilevel"/>
    <w:tmpl w:val="6F82618E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EBD0A69"/>
    <w:multiLevelType w:val="hybridMultilevel"/>
    <w:tmpl w:val="3C34F4A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221886"/>
    <w:multiLevelType w:val="hybridMultilevel"/>
    <w:tmpl w:val="8C146CA6"/>
    <w:lvl w:ilvl="0" w:tplc="CF50B2DA">
      <w:start w:val="1420"/>
      <w:numFmt w:val="bullet"/>
      <w:lvlText w:val="-"/>
      <w:lvlJc w:val="left"/>
      <w:pPr>
        <w:ind w:left="720" w:hanging="360"/>
      </w:pPr>
      <w:rPr>
        <w:rFonts w:ascii="Georgia" w:eastAsia="Times New Roman" w:hAnsi="Georgia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482490"/>
    <w:multiLevelType w:val="hybridMultilevel"/>
    <w:tmpl w:val="CA7C7C6A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1546D12"/>
    <w:multiLevelType w:val="hybridMultilevel"/>
    <w:tmpl w:val="3C48FD52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2D17BAD"/>
    <w:multiLevelType w:val="hybridMultilevel"/>
    <w:tmpl w:val="D6587C9C"/>
    <w:lvl w:ilvl="0" w:tplc="F6C8EC10">
      <w:start w:val="1"/>
      <w:numFmt w:val="decimal"/>
      <w:lvlText w:val="%1. člen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2D3888"/>
    <w:multiLevelType w:val="hybridMultilevel"/>
    <w:tmpl w:val="850EE6F4"/>
    <w:lvl w:ilvl="0" w:tplc="F6C8EC10">
      <w:start w:val="1"/>
      <w:numFmt w:val="decimal"/>
      <w:lvlText w:val="%1. člen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BC0167"/>
    <w:multiLevelType w:val="hybridMultilevel"/>
    <w:tmpl w:val="3800ADEA"/>
    <w:lvl w:ilvl="0" w:tplc="5608039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9EB0C80"/>
    <w:multiLevelType w:val="hybridMultilevel"/>
    <w:tmpl w:val="9C141E00"/>
    <w:lvl w:ilvl="0" w:tplc="04070007">
      <w:start w:val="1"/>
      <w:numFmt w:val="bullet"/>
      <w:lvlText w:val="-"/>
      <w:lvlJc w:val="left"/>
      <w:pPr>
        <w:ind w:left="720" w:hanging="360"/>
      </w:pPr>
      <w:rPr>
        <w:rFonts w:hint="default"/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D4A541F"/>
    <w:multiLevelType w:val="hybridMultilevel"/>
    <w:tmpl w:val="B468A9BC"/>
    <w:lvl w:ilvl="0" w:tplc="04070007">
      <w:start w:val="1"/>
      <w:numFmt w:val="bullet"/>
      <w:lvlText w:val="-"/>
      <w:lvlJc w:val="left"/>
      <w:pPr>
        <w:ind w:left="717" w:hanging="360"/>
      </w:pPr>
      <w:rPr>
        <w:rFonts w:hint="default"/>
        <w:sz w:val="16"/>
      </w:rPr>
    </w:lvl>
    <w:lvl w:ilvl="1" w:tplc="04240019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2" w15:restartNumberingAfterBreak="0">
    <w:nsid w:val="7D7A0B4D"/>
    <w:multiLevelType w:val="hybridMultilevel"/>
    <w:tmpl w:val="04E40FA6"/>
    <w:lvl w:ilvl="0" w:tplc="04070007">
      <w:start w:val="1"/>
      <w:numFmt w:val="bullet"/>
      <w:lvlText w:val="-"/>
      <w:lvlJc w:val="left"/>
      <w:pPr>
        <w:ind w:left="36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9"/>
  </w:num>
  <w:num w:numId="3">
    <w:abstractNumId w:val="36"/>
  </w:num>
  <w:num w:numId="4">
    <w:abstractNumId w:val="43"/>
  </w:num>
  <w:num w:numId="5">
    <w:abstractNumId w:val="6"/>
  </w:num>
  <w:num w:numId="6">
    <w:abstractNumId w:val="18"/>
  </w:num>
  <w:num w:numId="7">
    <w:abstractNumId w:val="39"/>
  </w:num>
  <w:num w:numId="8">
    <w:abstractNumId w:val="8"/>
  </w:num>
  <w:num w:numId="9">
    <w:abstractNumId w:val="50"/>
  </w:num>
  <w:num w:numId="10">
    <w:abstractNumId w:val="24"/>
  </w:num>
  <w:num w:numId="11">
    <w:abstractNumId w:val="37"/>
  </w:num>
  <w:num w:numId="12">
    <w:abstractNumId w:val="31"/>
  </w:num>
  <w:num w:numId="13">
    <w:abstractNumId w:val="13"/>
  </w:num>
  <w:num w:numId="14">
    <w:abstractNumId w:val="19"/>
  </w:num>
  <w:num w:numId="15">
    <w:abstractNumId w:val="52"/>
  </w:num>
  <w:num w:numId="16">
    <w:abstractNumId w:val="5"/>
  </w:num>
  <w:num w:numId="17">
    <w:abstractNumId w:val="30"/>
  </w:num>
  <w:num w:numId="18">
    <w:abstractNumId w:val="41"/>
  </w:num>
  <w:num w:numId="19">
    <w:abstractNumId w:val="20"/>
  </w:num>
  <w:num w:numId="20">
    <w:abstractNumId w:val="7"/>
  </w:num>
  <w:num w:numId="21">
    <w:abstractNumId w:val="35"/>
  </w:num>
  <w:num w:numId="22">
    <w:abstractNumId w:val="10"/>
  </w:num>
  <w:num w:numId="23">
    <w:abstractNumId w:val="11"/>
  </w:num>
  <w:num w:numId="24">
    <w:abstractNumId w:val="23"/>
  </w:num>
  <w:num w:numId="25">
    <w:abstractNumId w:val="16"/>
  </w:num>
  <w:num w:numId="26">
    <w:abstractNumId w:val="2"/>
  </w:num>
  <w:num w:numId="27">
    <w:abstractNumId w:val="0"/>
  </w:num>
  <w:num w:numId="28">
    <w:abstractNumId w:val="48"/>
  </w:num>
  <w:num w:numId="29">
    <w:abstractNumId w:val="40"/>
  </w:num>
  <w:num w:numId="30">
    <w:abstractNumId w:val="15"/>
  </w:num>
  <w:num w:numId="31">
    <w:abstractNumId w:val="14"/>
  </w:num>
  <w:num w:numId="32">
    <w:abstractNumId w:val="46"/>
  </w:num>
  <w:num w:numId="33">
    <w:abstractNumId w:val="42"/>
  </w:num>
  <w:num w:numId="34">
    <w:abstractNumId w:val="28"/>
  </w:num>
  <w:num w:numId="35">
    <w:abstractNumId w:val="17"/>
  </w:num>
  <w:num w:numId="36">
    <w:abstractNumId w:val="47"/>
  </w:num>
  <w:num w:numId="37">
    <w:abstractNumId w:val="51"/>
  </w:num>
  <w:num w:numId="38">
    <w:abstractNumId w:val="12"/>
  </w:num>
  <w:num w:numId="39">
    <w:abstractNumId w:val="45"/>
  </w:num>
  <w:num w:numId="40">
    <w:abstractNumId w:val="38"/>
  </w:num>
  <w:num w:numId="41">
    <w:abstractNumId w:val="29"/>
  </w:num>
  <w:num w:numId="42">
    <w:abstractNumId w:val="27"/>
  </w:num>
  <w:num w:numId="43">
    <w:abstractNumId w:val="3"/>
  </w:num>
  <w:num w:numId="44">
    <w:abstractNumId w:val="34"/>
  </w:num>
  <w:num w:numId="45">
    <w:abstractNumId w:val="26"/>
  </w:num>
  <w:num w:numId="46">
    <w:abstractNumId w:val="49"/>
  </w:num>
  <w:num w:numId="47">
    <w:abstractNumId w:val="22"/>
  </w:num>
  <w:num w:numId="48">
    <w:abstractNumId w:val="32"/>
  </w:num>
  <w:num w:numId="49">
    <w:abstractNumId w:val="44"/>
  </w:num>
  <w:num w:numId="50">
    <w:abstractNumId w:val="33"/>
  </w:num>
  <w:num w:numId="51">
    <w:abstractNumId w:val="21"/>
  </w:num>
  <w:num w:numId="52">
    <w:abstractNumId w:val="4"/>
  </w:num>
  <w:num w:numId="53">
    <w:abstractNumId w:val="1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DateAndTime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UAB3jbcFBFMxF7ZPd2IOqh41mF12aRJdSaeho9X+zH0WEjNcXpAvJwytbwVtJZNNbGNMF7QLteibpr9vyCUuRw==" w:salt="Zh23bjdxkJkJv0ghbei+MQ=="/>
  <w:defaultTabStop w:val="3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98A"/>
    <w:rsid w:val="0000662E"/>
    <w:rsid w:val="000263EB"/>
    <w:rsid w:val="00030BAA"/>
    <w:rsid w:val="0003135E"/>
    <w:rsid w:val="00031DE2"/>
    <w:rsid w:val="00034793"/>
    <w:rsid w:val="000352FA"/>
    <w:rsid w:val="00043B6D"/>
    <w:rsid w:val="00043F24"/>
    <w:rsid w:val="000525C4"/>
    <w:rsid w:val="00054F61"/>
    <w:rsid w:val="00060395"/>
    <w:rsid w:val="00062BD6"/>
    <w:rsid w:val="0007629E"/>
    <w:rsid w:val="000829DC"/>
    <w:rsid w:val="00086442"/>
    <w:rsid w:val="00095DFF"/>
    <w:rsid w:val="00097ECA"/>
    <w:rsid w:val="000A1842"/>
    <w:rsid w:val="000A2BA4"/>
    <w:rsid w:val="000A2D4D"/>
    <w:rsid w:val="000A5261"/>
    <w:rsid w:val="000C4A54"/>
    <w:rsid w:val="000C4A60"/>
    <w:rsid w:val="000C598A"/>
    <w:rsid w:val="000D1838"/>
    <w:rsid w:val="000D2AF7"/>
    <w:rsid w:val="000D476F"/>
    <w:rsid w:val="000E14D7"/>
    <w:rsid w:val="000E2DCE"/>
    <w:rsid w:val="000E3408"/>
    <w:rsid w:val="000F23F3"/>
    <w:rsid w:val="000F4424"/>
    <w:rsid w:val="000F6162"/>
    <w:rsid w:val="00101159"/>
    <w:rsid w:val="001058DC"/>
    <w:rsid w:val="00110DC1"/>
    <w:rsid w:val="0011302C"/>
    <w:rsid w:val="001153C9"/>
    <w:rsid w:val="00115623"/>
    <w:rsid w:val="00120E3C"/>
    <w:rsid w:val="00123A1D"/>
    <w:rsid w:val="001250D8"/>
    <w:rsid w:val="0012591B"/>
    <w:rsid w:val="001316CF"/>
    <w:rsid w:val="001323AB"/>
    <w:rsid w:val="00136F2F"/>
    <w:rsid w:val="00141A8A"/>
    <w:rsid w:val="00141AA9"/>
    <w:rsid w:val="00142E25"/>
    <w:rsid w:val="00154A39"/>
    <w:rsid w:val="0016039E"/>
    <w:rsid w:val="00161FA8"/>
    <w:rsid w:val="00166429"/>
    <w:rsid w:val="00174593"/>
    <w:rsid w:val="00175C28"/>
    <w:rsid w:val="00177CCB"/>
    <w:rsid w:val="00180B86"/>
    <w:rsid w:val="00181A4F"/>
    <w:rsid w:val="00183A73"/>
    <w:rsid w:val="00184CB1"/>
    <w:rsid w:val="001918C8"/>
    <w:rsid w:val="00193D34"/>
    <w:rsid w:val="001956A6"/>
    <w:rsid w:val="001A2007"/>
    <w:rsid w:val="001B08BC"/>
    <w:rsid w:val="001B1B46"/>
    <w:rsid w:val="001B6537"/>
    <w:rsid w:val="001C7D6A"/>
    <w:rsid w:val="001D2E8E"/>
    <w:rsid w:val="001D345C"/>
    <w:rsid w:val="001D4565"/>
    <w:rsid w:val="001D45C6"/>
    <w:rsid w:val="001E1CCA"/>
    <w:rsid w:val="001E1FE3"/>
    <w:rsid w:val="001E455F"/>
    <w:rsid w:val="001E7C73"/>
    <w:rsid w:val="001F2A13"/>
    <w:rsid w:val="001F6144"/>
    <w:rsid w:val="001F6315"/>
    <w:rsid w:val="00200033"/>
    <w:rsid w:val="002212B7"/>
    <w:rsid w:val="0022306C"/>
    <w:rsid w:val="002310C1"/>
    <w:rsid w:val="0023237E"/>
    <w:rsid w:val="00235CE1"/>
    <w:rsid w:val="00241E1B"/>
    <w:rsid w:val="00244FBA"/>
    <w:rsid w:val="00252215"/>
    <w:rsid w:val="00254A97"/>
    <w:rsid w:val="00255AF0"/>
    <w:rsid w:val="002658C4"/>
    <w:rsid w:val="00270845"/>
    <w:rsid w:val="0027135A"/>
    <w:rsid w:val="00271BD6"/>
    <w:rsid w:val="00285750"/>
    <w:rsid w:val="002879EB"/>
    <w:rsid w:val="002915D8"/>
    <w:rsid w:val="00291E92"/>
    <w:rsid w:val="002A0DAE"/>
    <w:rsid w:val="002B0B43"/>
    <w:rsid w:val="002B1557"/>
    <w:rsid w:val="002B2882"/>
    <w:rsid w:val="002C2096"/>
    <w:rsid w:val="002C224B"/>
    <w:rsid w:val="002C32AC"/>
    <w:rsid w:val="002C3F7F"/>
    <w:rsid w:val="002C6B52"/>
    <w:rsid w:val="002D04A0"/>
    <w:rsid w:val="002D0A72"/>
    <w:rsid w:val="002D226D"/>
    <w:rsid w:val="002D4B32"/>
    <w:rsid w:val="002D720E"/>
    <w:rsid w:val="002E2C3C"/>
    <w:rsid w:val="002E6269"/>
    <w:rsid w:val="002E65CA"/>
    <w:rsid w:val="002E6A92"/>
    <w:rsid w:val="002F25A3"/>
    <w:rsid w:val="002F30BA"/>
    <w:rsid w:val="002F3FFE"/>
    <w:rsid w:val="002F5576"/>
    <w:rsid w:val="00301328"/>
    <w:rsid w:val="00302B91"/>
    <w:rsid w:val="0030341C"/>
    <w:rsid w:val="00305921"/>
    <w:rsid w:val="00312A2D"/>
    <w:rsid w:val="00323DB0"/>
    <w:rsid w:val="003259A0"/>
    <w:rsid w:val="0033272B"/>
    <w:rsid w:val="00336637"/>
    <w:rsid w:val="003373F3"/>
    <w:rsid w:val="0034613E"/>
    <w:rsid w:val="0035009A"/>
    <w:rsid w:val="00352081"/>
    <w:rsid w:val="0036490E"/>
    <w:rsid w:val="00373594"/>
    <w:rsid w:val="00380894"/>
    <w:rsid w:val="003820C7"/>
    <w:rsid w:val="0038365D"/>
    <w:rsid w:val="00386C0D"/>
    <w:rsid w:val="003951FF"/>
    <w:rsid w:val="00397403"/>
    <w:rsid w:val="00397B55"/>
    <w:rsid w:val="003A16AB"/>
    <w:rsid w:val="003A2188"/>
    <w:rsid w:val="003B229E"/>
    <w:rsid w:val="003B4841"/>
    <w:rsid w:val="003B7A36"/>
    <w:rsid w:val="003B7DB1"/>
    <w:rsid w:val="003C0ACB"/>
    <w:rsid w:val="003C3DEF"/>
    <w:rsid w:val="003C4638"/>
    <w:rsid w:val="003D39D5"/>
    <w:rsid w:val="003D47A1"/>
    <w:rsid w:val="003D54AC"/>
    <w:rsid w:val="003E0A07"/>
    <w:rsid w:val="003E1ACF"/>
    <w:rsid w:val="003E54BC"/>
    <w:rsid w:val="003F17D4"/>
    <w:rsid w:val="003F1FC3"/>
    <w:rsid w:val="00407548"/>
    <w:rsid w:val="00413346"/>
    <w:rsid w:val="004164E3"/>
    <w:rsid w:val="00422958"/>
    <w:rsid w:val="00423637"/>
    <w:rsid w:val="00424720"/>
    <w:rsid w:val="0042732A"/>
    <w:rsid w:val="00433D2F"/>
    <w:rsid w:val="00434AE7"/>
    <w:rsid w:val="00435D4C"/>
    <w:rsid w:val="00436D62"/>
    <w:rsid w:val="0044061C"/>
    <w:rsid w:val="00440FD9"/>
    <w:rsid w:val="0044333A"/>
    <w:rsid w:val="00454BE6"/>
    <w:rsid w:val="00456A36"/>
    <w:rsid w:val="00456CD8"/>
    <w:rsid w:val="004617E4"/>
    <w:rsid w:val="00472AF8"/>
    <w:rsid w:val="00480C70"/>
    <w:rsid w:val="00481554"/>
    <w:rsid w:val="00483C63"/>
    <w:rsid w:val="00487499"/>
    <w:rsid w:val="00487981"/>
    <w:rsid w:val="00487AA7"/>
    <w:rsid w:val="00497F6C"/>
    <w:rsid w:val="004B20D4"/>
    <w:rsid w:val="004B2925"/>
    <w:rsid w:val="004B45B6"/>
    <w:rsid w:val="004B6885"/>
    <w:rsid w:val="004C0577"/>
    <w:rsid w:val="004C15E5"/>
    <w:rsid w:val="004C33A4"/>
    <w:rsid w:val="004C4251"/>
    <w:rsid w:val="004C5B9C"/>
    <w:rsid w:val="004C6F0A"/>
    <w:rsid w:val="004D0BC0"/>
    <w:rsid w:val="004D1560"/>
    <w:rsid w:val="004E00EA"/>
    <w:rsid w:val="004E40BB"/>
    <w:rsid w:val="004E4261"/>
    <w:rsid w:val="004E53CE"/>
    <w:rsid w:val="004E7EF4"/>
    <w:rsid w:val="004F08B0"/>
    <w:rsid w:val="004F1575"/>
    <w:rsid w:val="004F3916"/>
    <w:rsid w:val="004F796D"/>
    <w:rsid w:val="00500FA1"/>
    <w:rsid w:val="00507612"/>
    <w:rsid w:val="00512CB5"/>
    <w:rsid w:val="00513DD4"/>
    <w:rsid w:val="00515464"/>
    <w:rsid w:val="0053073A"/>
    <w:rsid w:val="0053329A"/>
    <w:rsid w:val="00533FF1"/>
    <w:rsid w:val="005349FF"/>
    <w:rsid w:val="00543341"/>
    <w:rsid w:val="0055230F"/>
    <w:rsid w:val="00552538"/>
    <w:rsid w:val="00556EF0"/>
    <w:rsid w:val="005571A4"/>
    <w:rsid w:val="00557EB6"/>
    <w:rsid w:val="00561E4F"/>
    <w:rsid w:val="005660A1"/>
    <w:rsid w:val="00566D2E"/>
    <w:rsid w:val="00576BD7"/>
    <w:rsid w:val="00580482"/>
    <w:rsid w:val="005868F6"/>
    <w:rsid w:val="005875C6"/>
    <w:rsid w:val="00590750"/>
    <w:rsid w:val="005920EA"/>
    <w:rsid w:val="005932FA"/>
    <w:rsid w:val="00593961"/>
    <w:rsid w:val="00594C5D"/>
    <w:rsid w:val="00594EBC"/>
    <w:rsid w:val="00596AB5"/>
    <w:rsid w:val="005A3279"/>
    <w:rsid w:val="005B32C1"/>
    <w:rsid w:val="005C19E2"/>
    <w:rsid w:val="005C1ED0"/>
    <w:rsid w:val="005C3256"/>
    <w:rsid w:val="005C6137"/>
    <w:rsid w:val="005C7737"/>
    <w:rsid w:val="005C7EAB"/>
    <w:rsid w:val="005D29CA"/>
    <w:rsid w:val="005D5534"/>
    <w:rsid w:val="005E09EE"/>
    <w:rsid w:val="005E0F8E"/>
    <w:rsid w:val="005E38CA"/>
    <w:rsid w:val="005F0521"/>
    <w:rsid w:val="005F24F6"/>
    <w:rsid w:val="005F3778"/>
    <w:rsid w:val="00600196"/>
    <w:rsid w:val="00600846"/>
    <w:rsid w:val="00604F84"/>
    <w:rsid w:val="00606A22"/>
    <w:rsid w:val="00611877"/>
    <w:rsid w:val="00614C77"/>
    <w:rsid w:val="00624FBD"/>
    <w:rsid w:val="0062516D"/>
    <w:rsid w:val="0062630E"/>
    <w:rsid w:val="00631F4E"/>
    <w:rsid w:val="0063461F"/>
    <w:rsid w:val="00634C19"/>
    <w:rsid w:val="00634D0E"/>
    <w:rsid w:val="006459D3"/>
    <w:rsid w:val="006469BB"/>
    <w:rsid w:val="00663B32"/>
    <w:rsid w:val="00671253"/>
    <w:rsid w:val="00675AFF"/>
    <w:rsid w:val="00677C8B"/>
    <w:rsid w:val="0068612B"/>
    <w:rsid w:val="006872F3"/>
    <w:rsid w:val="00687874"/>
    <w:rsid w:val="00687D06"/>
    <w:rsid w:val="0069287C"/>
    <w:rsid w:val="00693031"/>
    <w:rsid w:val="0069556E"/>
    <w:rsid w:val="00697C12"/>
    <w:rsid w:val="006A3625"/>
    <w:rsid w:val="006A3E7B"/>
    <w:rsid w:val="006A4587"/>
    <w:rsid w:val="006B08FF"/>
    <w:rsid w:val="006B4AEB"/>
    <w:rsid w:val="006C1ED8"/>
    <w:rsid w:val="006D2079"/>
    <w:rsid w:val="006D6FDF"/>
    <w:rsid w:val="006E6124"/>
    <w:rsid w:val="006F0B58"/>
    <w:rsid w:val="006F0B68"/>
    <w:rsid w:val="006F248F"/>
    <w:rsid w:val="006F2830"/>
    <w:rsid w:val="006F439A"/>
    <w:rsid w:val="006F5645"/>
    <w:rsid w:val="006F6AEA"/>
    <w:rsid w:val="007008D3"/>
    <w:rsid w:val="00700E49"/>
    <w:rsid w:val="00701CD1"/>
    <w:rsid w:val="0070609C"/>
    <w:rsid w:val="00711203"/>
    <w:rsid w:val="0071123E"/>
    <w:rsid w:val="00713D2B"/>
    <w:rsid w:val="00716654"/>
    <w:rsid w:val="00716902"/>
    <w:rsid w:val="00716A41"/>
    <w:rsid w:val="00717B74"/>
    <w:rsid w:val="007300AB"/>
    <w:rsid w:val="00730120"/>
    <w:rsid w:val="00730AF2"/>
    <w:rsid w:val="007360C4"/>
    <w:rsid w:val="00736948"/>
    <w:rsid w:val="007404D3"/>
    <w:rsid w:val="0074484A"/>
    <w:rsid w:val="007455F0"/>
    <w:rsid w:val="00746496"/>
    <w:rsid w:val="00752A5F"/>
    <w:rsid w:val="00766931"/>
    <w:rsid w:val="00780C30"/>
    <w:rsid w:val="00783F90"/>
    <w:rsid w:val="00787AF7"/>
    <w:rsid w:val="00790253"/>
    <w:rsid w:val="00791CC7"/>
    <w:rsid w:val="0079300D"/>
    <w:rsid w:val="007A0B00"/>
    <w:rsid w:val="007A0DD9"/>
    <w:rsid w:val="007A25FA"/>
    <w:rsid w:val="007A40B5"/>
    <w:rsid w:val="007A533C"/>
    <w:rsid w:val="007A71CC"/>
    <w:rsid w:val="007B65ED"/>
    <w:rsid w:val="007C0E3A"/>
    <w:rsid w:val="007C0EDD"/>
    <w:rsid w:val="007D0629"/>
    <w:rsid w:val="007D5227"/>
    <w:rsid w:val="007E28D9"/>
    <w:rsid w:val="007E7EB1"/>
    <w:rsid w:val="007F596F"/>
    <w:rsid w:val="008020CB"/>
    <w:rsid w:val="00805787"/>
    <w:rsid w:val="00806898"/>
    <w:rsid w:val="008105DE"/>
    <w:rsid w:val="0081223D"/>
    <w:rsid w:val="00813D6C"/>
    <w:rsid w:val="00814953"/>
    <w:rsid w:val="00820DC1"/>
    <w:rsid w:val="00830A8C"/>
    <w:rsid w:val="008320BD"/>
    <w:rsid w:val="00832F6C"/>
    <w:rsid w:val="00833173"/>
    <w:rsid w:val="00833B1E"/>
    <w:rsid w:val="0084766A"/>
    <w:rsid w:val="008507C7"/>
    <w:rsid w:val="00853FD3"/>
    <w:rsid w:val="008579C7"/>
    <w:rsid w:val="00864157"/>
    <w:rsid w:val="00864A73"/>
    <w:rsid w:val="00864D24"/>
    <w:rsid w:val="00866075"/>
    <w:rsid w:val="00880385"/>
    <w:rsid w:val="00880C04"/>
    <w:rsid w:val="008850F2"/>
    <w:rsid w:val="0089171A"/>
    <w:rsid w:val="0089315F"/>
    <w:rsid w:val="008A2AB1"/>
    <w:rsid w:val="008A67D4"/>
    <w:rsid w:val="008A6B8F"/>
    <w:rsid w:val="008A7D3D"/>
    <w:rsid w:val="008B1339"/>
    <w:rsid w:val="008B7910"/>
    <w:rsid w:val="008C06E1"/>
    <w:rsid w:val="008C0D86"/>
    <w:rsid w:val="008C4B46"/>
    <w:rsid w:val="008C4EA2"/>
    <w:rsid w:val="008C6AA3"/>
    <w:rsid w:val="008D165D"/>
    <w:rsid w:val="008D2CFD"/>
    <w:rsid w:val="008D3456"/>
    <w:rsid w:val="008D55DD"/>
    <w:rsid w:val="008D7544"/>
    <w:rsid w:val="008D7D54"/>
    <w:rsid w:val="008E4BC5"/>
    <w:rsid w:val="008E777A"/>
    <w:rsid w:val="008F1FFC"/>
    <w:rsid w:val="008F4FC3"/>
    <w:rsid w:val="008F53AB"/>
    <w:rsid w:val="008F7D74"/>
    <w:rsid w:val="00900869"/>
    <w:rsid w:val="009024E0"/>
    <w:rsid w:val="00902AD5"/>
    <w:rsid w:val="00916B3E"/>
    <w:rsid w:val="00920B7E"/>
    <w:rsid w:val="0092270B"/>
    <w:rsid w:val="009241A1"/>
    <w:rsid w:val="00924223"/>
    <w:rsid w:val="0093208A"/>
    <w:rsid w:val="00932559"/>
    <w:rsid w:val="009368DE"/>
    <w:rsid w:val="00940651"/>
    <w:rsid w:val="00940B59"/>
    <w:rsid w:val="009420E2"/>
    <w:rsid w:val="00950DAE"/>
    <w:rsid w:val="00951D48"/>
    <w:rsid w:val="00952009"/>
    <w:rsid w:val="009576AA"/>
    <w:rsid w:val="00960A0C"/>
    <w:rsid w:val="00960FEA"/>
    <w:rsid w:val="00963E2F"/>
    <w:rsid w:val="00964438"/>
    <w:rsid w:val="00967BA7"/>
    <w:rsid w:val="009721A5"/>
    <w:rsid w:val="00981ACA"/>
    <w:rsid w:val="009874F7"/>
    <w:rsid w:val="009904C7"/>
    <w:rsid w:val="00991410"/>
    <w:rsid w:val="009933BE"/>
    <w:rsid w:val="0099457B"/>
    <w:rsid w:val="00996A61"/>
    <w:rsid w:val="00997A90"/>
    <w:rsid w:val="009A0479"/>
    <w:rsid w:val="009A4C7B"/>
    <w:rsid w:val="009C2CBE"/>
    <w:rsid w:val="009C52BD"/>
    <w:rsid w:val="009C725D"/>
    <w:rsid w:val="009D0445"/>
    <w:rsid w:val="009D38DE"/>
    <w:rsid w:val="009D6B09"/>
    <w:rsid w:val="009E07E9"/>
    <w:rsid w:val="009E0A45"/>
    <w:rsid w:val="009E12DE"/>
    <w:rsid w:val="009F18CB"/>
    <w:rsid w:val="009F6AFD"/>
    <w:rsid w:val="00A01D6C"/>
    <w:rsid w:val="00A01DDC"/>
    <w:rsid w:val="00A042C3"/>
    <w:rsid w:val="00A05B7E"/>
    <w:rsid w:val="00A1094E"/>
    <w:rsid w:val="00A119AB"/>
    <w:rsid w:val="00A121FA"/>
    <w:rsid w:val="00A1331E"/>
    <w:rsid w:val="00A13D72"/>
    <w:rsid w:val="00A142BB"/>
    <w:rsid w:val="00A14FC8"/>
    <w:rsid w:val="00A15116"/>
    <w:rsid w:val="00A16367"/>
    <w:rsid w:val="00A22DB4"/>
    <w:rsid w:val="00A26A2F"/>
    <w:rsid w:val="00A42F5F"/>
    <w:rsid w:val="00A44106"/>
    <w:rsid w:val="00A45741"/>
    <w:rsid w:val="00A479A4"/>
    <w:rsid w:val="00A53A1E"/>
    <w:rsid w:val="00A55AFC"/>
    <w:rsid w:val="00A57C02"/>
    <w:rsid w:val="00A57C47"/>
    <w:rsid w:val="00A65ADD"/>
    <w:rsid w:val="00A667E8"/>
    <w:rsid w:val="00A86591"/>
    <w:rsid w:val="00A94797"/>
    <w:rsid w:val="00AA1D88"/>
    <w:rsid w:val="00AA2AB1"/>
    <w:rsid w:val="00AA3314"/>
    <w:rsid w:val="00AA6272"/>
    <w:rsid w:val="00AB306D"/>
    <w:rsid w:val="00AB53E8"/>
    <w:rsid w:val="00AB719F"/>
    <w:rsid w:val="00AC3753"/>
    <w:rsid w:val="00AC5E50"/>
    <w:rsid w:val="00AE1464"/>
    <w:rsid w:val="00AE416B"/>
    <w:rsid w:val="00AE42CC"/>
    <w:rsid w:val="00AF00E0"/>
    <w:rsid w:val="00AF42F9"/>
    <w:rsid w:val="00AF66B8"/>
    <w:rsid w:val="00AF7BA7"/>
    <w:rsid w:val="00B01EAD"/>
    <w:rsid w:val="00B06408"/>
    <w:rsid w:val="00B10761"/>
    <w:rsid w:val="00B11B5F"/>
    <w:rsid w:val="00B11EDD"/>
    <w:rsid w:val="00B13158"/>
    <w:rsid w:val="00B152F4"/>
    <w:rsid w:val="00B16E4A"/>
    <w:rsid w:val="00B21FBF"/>
    <w:rsid w:val="00B24803"/>
    <w:rsid w:val="00B2781B"/>
    <w:rsid w:val="00B27EC9"/>
    <w:rsid w:val="00B31391"/>
    <w:rsid w:val="00B31B93"/>
    <w:rsid w:val="00B32151"/>
    <w:rsid w:val="00B36DD2"/>
    <w:rsid w:val="00B47E6C"/>
    <w:rsid w:val="00B500D9"/>
    <w:rsid w:val="00B60094"/>
    <w:rsid w:val="00B60333"/>
    <w:rsid w:val="00B63865"/>
    <w:rsid w:val="00B65512"/>
    <w:rsid w:val="00B65C5F"/>
    <w:rsid w:val="00B66959"/>
    <w:rsid w:val="00B7380E"/>
    <w:rsid w:val="00B77B4F"/>
    <w:rsid w:val="00B81AE9"/>
    <w:rsid w:val="00B81EE2"/>
    <w:rsid w:val="00B86C0A"/>
    <w:rsid w:val="00B9110D"/>
    <w:rsid w:val="00B97BD1"/>
    <w:rsid w:val="00BA1242"/>
    <w:rsid w:val="00BA20E6"/>
    <w:rsid w:val="00BB1BDC"/>
    <w:rsid w:val="00BB3E9F"/>
    <w:rsid w:val="00BB6CBF"/>
    <w:rsid w:val="00BC2DFE"/>
    <w:rsid w:val="00BC7746"/>
    <w:rsid w:val="00BD5169"/>
    <w:rsid w:val="00BD5925"/>
    <w:rsid w:val="00BF6945"/>
    <w:rsid w:val="00BF7C22"/>
    <w:rsid w:val="00C00B79"/>
    <w:rsid w:val="00C00D95"/>
    <w:rsid w:val="00C06272"/>
    <w:rsid w:val="00C06BD1"/>
    <w:rsid w:val="00C10266"/>
    <w:rsid w:val="00C164CE"/>
    <w:rsid w:val="00C16A38"/>
    <w:rsid w:val="00C25497"/>
    <w:rsid w:val="00C31063"/>
    <w:rsid w:val="00C366D7"/>
    <w:rsid w:val="00C366E0"/>
    <w:rsid w:val="00C3739C"/>
    <w:rsid w:val="00C4179A"/>
    <w:rsid w:val="00C53D51"/>
    <w:rsid w:val="00C570A4"/>
    <w:rsid w:val="00C5747D"/>
    <w:rsid w:val="00C65CD7"/>
    <w:rsid w:val="00C66F06"/>
    <w:rsid w:val="00C74C44"/>
    <w:rsid w:val="00C80087"/>
    <w:rsid w:val="00C80CC2"/>
    <w:rsid w:val="00C80D1E"/>
    <w:rsid w:val="00C817ED"/>
    <w:rsid w:val="00C8750E"/>
    <w:rsid w:val="00C905F0"/>
    <w:rsid w:val="00C9225A"/>
    <w:rsid w:val="00C957B7"/>
    <w:rsid w:val="00C9607B"/>
    <w:rsid w:val="00C97C11"/>
    <w:rsid w:val="00CA0CEC"/>
    <w:rsid w:val="00CA5242"/>
    <w:rsid w:val="00CA54E3"/>
    <w:rsid w:val="00CA70B3"/>
    <w:rsid w:val="00CB06FB"/>
    <w:rsid w:val="00CB6610"/>
    <w:rsid w:val="00CC47EF"/>
    <w:rsid w:val="00CC4BD0"/>
    <w:rsid w:val="00CD45C0"/>
    <w:rsid w:val="00CD5128"/>
    <w:rsid w:val="00CD5941"/>
    <w:rsid w:val="00CD63D4"/>
    <w:rsid w:val="00CD7E1C"/>
    <w:rsid w:val="00CE0D76"/>
    <w:rsid w:val="00CE3B3B"/>
    <w:rsid w:val="00CE48AD"/>
    <w:rsid w:val="00CE5C9F"/>
    <w:rsid w:val="00CE64EE"/>
    <w:rsid w:val="00CF0942"/>
    <w:rsid w:val="00CF1409"/>
    <w:rsid w:val="00CF359F"/>
    <w:rsid w:val="00D0305C"/>
    <w:rsid w:val="00D04BA4"/>
    <w:rsid w:val="00D066EE"/>
    <w:rsid w:val="00D077DD"/>
    <w:rsid w:val="00D07AA5"/>
    <w:rsid w:val="00D1257D"/>
    <w:rsid w:val="00D12ABF"/>
    <w:rsid w:val="00D15064"/>
    <w:rsid w:val="00D21C14"/>
    <w:rsid w:val="00D22016"/>
    <w:rsid w:val="00D24F50"/>
    <w:rsid w:val="00D32D3E"/>
    <w:rsid w:val="00D347E5"/>
    <w:rsid w:val="00D409FC"/>
    <w:rsid w:val="00D40AEA"/>
    <w:rsid w:val="00D45114"/>
    <w:rsid w:val="00D45912"/>
    <w:rsid w:val="00D50869"/>
    <w:rsid w:val="00D5335E"/>
    <w:rsid w:val="00D5372A"/>
    <w:rsid w:val="00D53D2F"/>
    <w:rsid w:val="00D63E0B"/>
    <w:rsid w:val="00D659B1"/>
    <w:rsid w:val="00D6644D"/>
    <w:rsid w:val="00D66D7D"/>
    <w:rsid w:val="00D7414B"/>
    <w:rsid w:val="00D77ECB"/>
    <w:rsid w:val="00D80F12"/>
    <w:rsid w:val="00D86722"/>
    <w:rsid w:val="00D9005E"/>
    <w:rsid w:val="00D95AEA"/>
    <w:rsid w:val="00DA0787"/>
    <w:rsid w:val="00DA39E3"/>
    <w:rsid w:val="00DB0DBA"/>
    <w:rsid w:val="00DB2832"/>
    <w:rsid w:val="00DB59C4"/>
    <w:rsid w:val="00DB683C"/>
    <w:rsid w:val="00DD19BD"/>
    <w:rsid w:val="00DD3E11"/>
    <w:rsid w:val="00DD42F2"/>
    <w:rsid w:val="00DD44B7"/>
    <w:rsid w:val="00DE263A"/>
    <w:rsid w:val="00DE3066"/>
    <w:rsid w:val="00DE399E"/>
    <w:rsid w:val="00DE4558"/>
    <w:rsid w:val="00DE7AF6"/>
    <w:rsid w:val="00DF42DF"/>
    <w:rsid w:val="00E02F6B"/>
    <w:rsid w:val="00E06755"/>
    <w:rsid w:val="00E14E63"/>
    <w:rsid w:val="00E16666"/>
    <w:rsid w:val="00E2206C"/>
    <w:rsid w:val="00E2692C"/>
    <w:rsid w:val="00E27D4E"/>
    <w:rsid w:val="00E27EF3"/>
    <w:rsid w:val="00E30AC3"/>
    <w:rsid w:val="00E351D2"/>
    <w:rsid w:val="00E35B11"/>
    <w:rsid w:val="00E36C33"/>
    <w:rsid w:val="00E42E7F"/>
    <w:rsid w:val="00E46883"/>
    <w:rsid w:val="00E54B09"/>
    <w:rsid w:val="00E5571B"/>
    <w:rsid w:val="00E621F0"/>
    <w:rsid w:val="00E656EF"/>
    <w:rsid w:val="00E675AE"/>
    <w:rsid w:val="00E70709"/>
    <w:rsid w:val="00E70962"/>
    <w:rsid w:val="00E7132E"/>
    <w:rsid w:val="00E72902"/>
    <w:rsid w:val="00E7327B"/>
    <w:rsid w:val="00E76523"/>
    <w:rsid w:val="00E76BDB"/>
    <w:rsid w:val="00E842F2"/>
    <w:rsid w:val="00E9223C"/>
    <w:rsid w:val="00E94903"/>
    <w:rsid w:val="00EA0FCE"/>
    <w:rsid w:val="00EA1115"/>
    <w:rsid w:val="00EA4942"/>
    <w:rsid w:val="00EB2305"/>
    <w:rsid w:val="00EB527F"/>
    <w:rsid w:val="00EC1495"/>
    <w:rsid w:val="00EC39E0"/>
    <w:rsid w:val="00EC5571"/>
    <w:rsid w:val="00ED04A4"/>
    <w:rsid w:val="00ED40AF"/>
    <w:rsid w:val="00EE2321"/>
    <w:rsid w:val="00EE2931"/>
    <w:rsid w:val="00EE6D73"/>
    <w:rsid w:val="00EF0522"/>
    <w:rsid w:val="00EF18E7"/>
    <w:rsid w:val="00EF618A"/>
    <w:rsid w:val="00EF708B"/>
    <w:rsid w:val="00F115C3"/>
    <w:rsid w:val="00F129FE"/>
    <w:rsid w:val="00F133DA"/>
    <w:rsid w:val="00F14410"/>
    <w:rsid w:val="00F15A00"/>
    <w:rsid w:val="00F17FE6"/>
    <w:rsid w:val="00F22ECA"/>
    <w:rsid w:val="00F237CA"/>
    <w:rsid w:val="00F33E4F"/>
    <w:rsid w:val="00F34A9C"/>
    <w:rsid w:val="00F408FF"/>
    <w:rsid w:val="00F41902"/>
    <w:rsid w:val="00F42CE4"/>
    <w:rsid w:val="00F450E2"/>
    <w:rsid w:val="00F45751"/>
    <w:rsid w:val="00F52D76"/>
    <w:rsid w:val="00F531E4"/>
    <w:rsid w:val="00F53234"/>
    <w:rsid w:val="00F60F0A"/>
    <w:rsid w:val="00F67929"/>
    <w:rsid w:val="00F70570"/>
    <w:rsid w:val="00F7489A"/>
    <w:rsid w:val="00F74DB0"/>
    <w:rsid w:val="00F778F3"/>
    <w:rsid w:val="00F83F55"/>
    <w:rsid w:val="00F90B61"/>
    <w:rsid w:val="00F935E0"/>
    <w:rsid w:val="00F94DFA"/>
    <w:rsid w:val="00F96F2F"/>
    <w:rsid w:val="00FA0F54"/>
    <w:rsid w:val="00FA29B4"/>
    <w:rsid w:val="00FA3035"/>
    <w:rsid w:val="00FB198A"/>
    <w:rsid w:val="00FB5E56"/>
    <w:rsid w:val="00FC2775"/>
    <w:rsid w:val="00FC44DF"/>
    <w:rsid w:val="00FD1C58"/>
    <w:rsid w:val="00FD4A04"/>
    <w:rsid w:val="00FD5806"/>
    <w:rsid w:val="00FD622E"/>
    <w:rsid w:val="00FE0BF7"/>
    <w:rsid w:val="00FE1EA1"/>
    <w:rsid w:val="00FE2DE9"/>
    <w:rsid w:val="00FE3054"/>
    <w:rsid w:val="00FE36EE"/>
    <w:rsid w:val="00FE7E6E"/>
    <w:rsid w:val="00FF03BE"/>
    <w:rsid w:val="00FF2C94"/>
    <w:rsid w:val="00FF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4F0465"/>
  <w15:docId w15:val="{5FA2384D-1955-4991-9045-F05C24E16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line="288" w:lineRule="auto"/>
    </w:pPr>
  </w:style>
  <w:style w:type="paragraph" w:styleId="Naslov1">
    <w:name w:val="heading 1"/>
    <w:basedOn w:val="Naslov"/>
    <w:next w:val="Navaden"/>
    <w:link w:val="Naslov1Znak"/>
    <w:qFormat/>
    <w:rsid w:val="0027135A"/>
    <w:pPr>
      <w:pageBreakBefore/>
      <w:numPr>
        <w:numId w:val="1"/>
      </w:numPr>
      <w:spacing w:after="240"/>
      <w:ind w:left="357" w:hanging="357"/>
      <w:outlineLvl w:val="0"/>
    </w:pPr>
  </w:style>
  <w:style w:type="paragraph" w:styleId="Naslov2">
    <w:name w:val="heading 2"/>
    <w:aliases w:val="Heading 2 Char1,Heading 2 Char Char"/>
    <w:basedOn w:val="Naslov"/>
    <w:next w:val="Navaden"/>
    <w:link w:val="Naslov2Znak"/>
    <w:unhideWhenUsed/>
    <w:qFormat/>
    <w:rsid w:val="00D12ABF"/>
    <w:pPr>
      <w:numPr>
        <w:ilvl w:val="1"/>
        <w:numId w:val="1"/>
      </w:numPr>
      <w:spacing w:before="240" w:after="240"/>
      <w:ind w:left="720" w:hanging="720"/>
      <w:outlineLvl w:val="1"/>
    </w:pPr>
    <w:rPr>
      <w:color w:val="7030A0"/>
      <w:sz w:val="36"/>
      <w:szCs w:val="36"/>
    </w:rPr>
  </w:style>
  <w:style w:type="paragraph" w:styleId="Naslov3">
    <w:name w:val="heading 3"/>
    <w:aliases w:val="Heading 3 Char"/>
    <w:basedOn w:val="Naslov2"/>
    <w:next w:val="Navaden"/>
    <w:link w:val="Naslov3Znak"/>
    <w:unhideWhenUsed/>
    <w:qFormat/>
    <w:rsid w:val="00CC4BD0"/>
    <w:pPr>
      <w:keepNext/>
      <w:numPr>
        <w:ilvl w:val="2"/>
      </w:numPr>
      <w:tabs>
        <w:tab w:val="left" w:pos="1134"/>
      </w:tabs>
      <w:ind w:left="505" w:hanging="505"/>
      <w:outlineLvl w:val="2"/>
    </w:pPr>
    <w:rPr>
      <w:caps w:val="0"/>
      <w:color w:val="0070C0"/>
      <w:sz w:val="32"/>
      <w:szCs w:val="32"/>
    </w:rPr>
  </w:style>
  <w:style w:type="paragraph" w:styleId="Naslov4">
    <w:name w:val="heading 4"/>
    <w:basedOn w:val="Navaden"/>
    <w:next w:val="Navaden"/>
    <w:link w:val="Naslov4Znak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iCs/>
      <w:color w:val="7A7A7A" w:themeColor="accent1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b/>
      <w:color w:val="5B5B5B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5B5B5B" w:themeColor="accent1" w:themeShade="B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pPr>
      <w:keepNext/>
      <w:keepLines/>
      <w:spacing w:before="200" w:after="0"/>
      <w:outlineLvl w:val="6"/>
    </w:pPr>
    <w:rPr>
      <w:rFonts w:eastAsiaTheme="majorEastAsia" w:cstheme="majorBidi"/>
      <w:b/>
      <w:iCs/>
      <w:color w:val="D1282E" w:themeColor="text2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7A7A7A" w:themeColor="accent1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5B5B5B" w:themeColor="accent1" w:themeShade="BF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27135A"/>
    <w:rPr>
      <w:rFonts w:asciiTheme="majorHAnsi" w:eastAsiaTheme="majorEastAsia" w:hAnsiTheme="majorHAnsi" w:cstheme="majorBidi"/>
      <w:caps/>
      <w:color w:val="000000" w:themeColor="text1"/>
      <w:spacing w:val="-20"/>
      <w:kern w:val="28"/>
      <w:sz w:val="44"/>
      <w:szCs w:val="44"/>
    </w:rPr>
  </w:style>
  <w:style w:type="character" w:customStyle="1" w:styleId="Naslov2Znak">
    <w:name w:val="Naslov 2 Znak"/>
    <w:aliases w:val="Heading 2 Char1 Znak,Heading 2 Char Char Znak"/>
    <w:basedOn w:val="Privzetapisavaodstavka"/>
    <w:link w:val="Naslov2"/>
    <w:rsid w:val="00D12ABF"/>
    <w:rPr>
      <w:rFonts w:asciiTheme="majorHAnsi" w:eastAsiaTheme="majorEastAsia" w:hAnsiTheme="majorHAnsi" w:cstheme="majorBidi"/>
      <w:caps/>
      <w:color w:val="7030A0"/>
      <w:spacing w:val="-20"/>
      <w:kern w:val="28"/>
      <w:sz w:val="36"/>
      <w:szCs w:val="36"/>
    </w:rPr>
  </w:style>
  <w:style w:type="character" w:customStyle="1" w:styleId="Naslov3Znak">
    <w:name w:val="Naslov 3 Znak"/>
    <w:aliases w:val="Heading 3 Char Znak"/>
    <w:basedOn w:val="Privzetapisavaodstavka"/>
    <w:link w:val="Naslov3"/>
    <w:rsid w:val="00CC4BD0"/>
    <w:rPr>
      <w:rFonts w:asciiTheme="majorHAnsi" w:eastAsiaTheme="majorEastAsia" w:hAnsiTheme="majorHAnsi" w:cstheme="majorBidi"/>
      <w:color w:val="0070C0"/>
      <w:spacing w:val="-20"/>
      <w:kern w:val="28"/>
      <w:sz w:val="32"/>
      <w:szCs w:val="32"/>
    </w:rPr>
  </w:style>
  <w:style w:type="character" w:customStyle="1" w:styleId="Naslov4Znak">
    <w:name w:val="Naslov 4 Znak"/>
    <w:basedOn w:val="Privzetapisavaodstavka"/>
    <w:link w:val="Naslov4"/>
    <w:uiPriority w:val="9"/>
    <w:semiHidden/>
    <w:rPr>
      <w:rFonts w:asciiTheme="majorHAnsi" w:eastAsiaTheme="majorEastAsia" w:hAnsiTheme="majorHAnsi" w:cstheme="majorBidi"/>
      <w:bCs/>
      <w:i/>
      <w:iCs/>
      <w:color w:val="7A7A7A" w:themeColor="accent1"/>
    </w:rPr>
  </w:style>
  <w:style w:type="character" w:customStyle="1" w:styleId="Naslov5Znak">
    <w:name w:val="Naslov 5 Znak"/>
    <w:basedOn w:val="Privzetapisavaodstavka"/>
    <w:link w:val="Naslov5"/>
    <w:uiPriority w:val="9"/>
    <w:semiHidden/>
    <w:rPr>
      <w:rFonts w:eastAsiaTheme="majorEastAsia" w:cstheme="majorBidi"/>
      <w:b/>
      <w:color w:val="5B5B5B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Pr>
      <w:rFonts w:asciiTheme="majorHAnsi" w:eastAsiaTheme="majorEastAsia" w:hAnsiTheme="majorHAnsi" w:cstheme="majorBidi"/>
      <w:i/>
      <w:iCs/>
      <w:color w:val="5B5B5B" w:themeColor="accent1" w:themeShade="BF"/>
    </w:rPr>
  </w:style>
  <w:style w:type="character" w:customStyle="1" w:styleId="Naslov7Znak">
    <w:name w:val="Naslov 7 Znak"/>
    <w:basedOn w:val="Privzetapisavaodstavka"/>
    <w:link w:val="Naslov7"/>
    <w:uiPriority w:val="9"/>
    <w:semiHidden/>
    <w:rPr>
      <w:rFonts w:eastAsiaTheme="majorEastAsia" w:cstheme="majorBidi"/>
      <w:b/>
      <w:iCs/>
      <w:color w:val="D1282E" w:themeColor="text2"/>
    </w:rPr>
  </w:style>
  <w:style w:type="character" w:customStyle="1" w:styleId="Naslov8Znak">
    <w:name w:val="Naslov 8 Znak"/>
    <w:basedOn w:val="Privzetapisavaodstavka"/>
    <w:link w:val="Naslov8"/>
    <w:uiPriority w:val="9"/>
    <w:semiHidden/>
    <w:rPr>
      <w:rFonts w:asciiTheme="majorHAnsi" w:eastAsiaTheme="majorEastAsia" w:hAnsiTheme="majorHAnsi" w:cstheme="majorBidi"/>
      <w:color w:val="7A7A7A" w:themeColor="accent1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Pr>
      <w:rFonts w:asciiTheme="majorHAnsi" w:eastAsiaTheme="majorEastAsia" w:hAnsiTheme="majorHAnsi" w:cstheme="majorBidi"/>
      <w:i/>
      <w:iCs/>
      <w:color w:val="5B5B5B" w:themeColor="accent1" w:themeShade="BF"/>
      <w:sz w:val="20"/>
      <w:szCs w:val="20"/>
    </w:rPr>
  </w:style>
  <w:style w:type="paragraph" w:styleId="Napis">
    <w:name w:val="caption"/>
    <w:basedOn w:val="Navaden"/>
    <w:next w:val="Navaden"/>
    <w:uiPriority w:val="35"/>
    <w:unhideWhenUsed/>
    <w:qFormat/>
    <w:pPr>
      <w:spacing w:line="240" w:lineRule="auto"/>
    </w:pPr>
    <w:rPr>
      <w:bCs/>
      <w:caps/>
      <w:color w:val="7A7A7A" w:themeColor="accent1"/>
      <w:sz w:val="18"/>
      <w:szCs w:val="18"/>
    </w:rPr>
  </w:style>
  <w:style w:type="paragraph" w:styleId="Naslov">
    <w:name w:val="Title"/>
    <w:basedOn w:val="Navaden"/>
    <w:next w:val="Navaden"/>
    <w:link w:val="NaslovZnak"/>
    <w:uiPriority w:val="10"/>
    <w:qFormat/>
    <w:rsid w:val="00614C77"/>
    <w:pPr>
      <w:spacing w:before="120" w:after="60" w:line="240" w:lineRule="auto"/>
      <w:contextualSpacing/>
    </w:pPr>
    <w:rPr>
      <w:rFonts w:asciiTheme="majorHAnsi" w:eastAsiaTheme="majorEastAsia" w:hAnsiTheme="majorHAnsi" w:cstheme="majorBidi"/>
      <w:caps/>
      <w:color w:val="000000" w:themeColor="text1"/>
      <w:spacing w:val="-20"/>
      <w:kern w:val="28"/>
      <w:sz w:val="44"/>
      <w:szCs w:val="44"/>
    </w:rPr>
  </w:style>
  <w:style w:type="character" w:customStyle="1" w:styleId="NaslovZnak">
    <w:name w:val="Naslov Znak"/>
    <w:basedOn w:val="Privzetapisavaodstavka"/>
    <w:link w:val="Naslov"/>
    <w:uiPriority w:val="10"/>
    <w:rsid w:val="00614C77"/>
    <w:rPr>
      <w:rFonts w:asciiTheme="majorHAnsi" w:eastAsiaTheme="majorEastAsia" w:hAnsiTheme="majorHAnsi" w:cstheme="majorBidi"/>
      <w:caps/>
      <w:color w:val="000000" w:themeColor="text1"/>
      <w:spacing w:val="-20"/>
      <w:kern w:val="28"/>
      <w:sz w:val="44"/>
      <w:szCs w:val="44"/>
    </w:rPr>
  </w:style>
  <w:style w:type="paragraph" w:styleId="Podnaslov">
    <w:name w:val="Subtitle"/>
    <w:basedOn w:val="Navaden"/>
    <w:next w:val="Navaden"/>
    <w:link w:val="PodnaslovZnak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Cs/>
      <w:caps/>
      <w:color w:val="D1282E" w:themeColor="text2"/>
      <w:sz w:val="36"/>
      <w:szCs w:val="24"/>
    </w:rPr>
  </w:style>
  <w:style w:type="character" w:customStyle="1" w:styleId="PodnaslovZnak">
    <w:name w:val="Podnaslov Znak"/>
    <w:basedOn w:val="Privzetapisavaodstavka"/>
    <w:link w:val="Podnaslov"/>
    <w:uiPriority w:val="11"/>
    <w:rPr>
      <w:rFonts w:asciiTheme="majorHAnsi" w:eastAsiaTheme="majorEastAsia" w:hAnsiTheme="majorHAnsi" w:cstheme="majorBidi"/>
      <w:iCs/>
      <w:caps/>
      <w:color w:val="D1282E" w:themeColor="text2"/>
      <w:sz w:val="36"/>
      <w:szCs w:val="24"/>
    </w:rPr>
  </w:style>
  <w:style w:type="character" w:styleId="Krepko">
    <w:name w:val="Strong"/>
    <w:basedOn w:val="Privzetapisavaodstavka"/>
    <w:uiPriority w:val="22"/>
    <w:qFormat/>
    <w:rPr>
      <w:b/>
      <w:bCs/>
    </w:rPr>
  </w:style>
  <w:style w:type="character" w:styleId="Poudarek">
    <w:name w:val="Emphasis"/>
    <w:basedOn w:val="Privzetapisavaodstavka"/>
    <w:uiPriority w:val="20"/>
    <w:qFormat/>
    <w:rPr>
      <w:i/>
      <w:iCs/>
    </w:rPr>
  </w:style>
  <w:style w:type="paragraph" w:styleId="Brezrazmikov">
    <w:name w:val="No Spacing"/>
    <w:link w:val="BrezrazmikovZnak"/>
    <w:uiPriority w:val="1"/>
    <w:qFormat/>
    <w:rsid w:val="00F60F0A"/>
    <w:pPr>
      <w:spacing w:after="0" w:line="240" w:lineRule="auto"/>
      <w:jc w:val="both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F60F0A"/>
  </w:style>
  <w:style w:type="paragraph" w:styleId="Odstavekseznama">
    <w:name w:val="List Paragraph"/>
    <w:basedOn w:val="Navaden"/>
    <w:link w:val="OdstavekseznamaZnak"/>
    <w:uiPriority w:val="34"/>
    <w:qFormat/>
    <w:pPr>
      <w:ind w:left="720"/>
      <w:contextualSpacing/>
    </w:pPr>
  </w:style>
  <w:style w:type="paragraph" w:styleId="Citat">
    <w:name w:val="Quote"/>
    <w:basedOn w:val="Navaden"/>
    <w:next w:val="Navaden"/>
    <w:link w:val="CitatZnak"/>
    <w:uiPriority w:val="29"/>
    <w:qFormat/>
    <w:pPr>
      <w:spacing w:line="360" w:lineRule="auto"/>
    </w:pPr>
    <w:rPr>
      <w:i/>
      <w:iCs/>
      <w:color w:val="7A7A7A" w:themeColor="accent1"/>
      <w:sz w:val="28"/>
    </w:rPr>
  </w:style>
  <w:style w:type="character" w:customStyle="1" w:styleId="CitatZnak">
    <w:name w:val="Citat Znak"/>
    <w:basedOn w:val="Privzetapisavaodstavka"/>
    <w:link w:val="Citat"/>
    <w:uiPriority w:val="29"/>
    <w:rPr>
      <w:i/>
      <w:iCs/>
      <w:color w:val="7A7A7A" w:themeColor="accent1"/>
      <w:sz w:val="28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pPr>
      <w:pBdr>
        <w:top w:val="single" w:sz="36" w:space="5" w:color="000000" w:themeColor="text1"/>
        <w:bottom w:val="single" w:sz="18" w:space="5" w:color="D1282E" w:themeColor="text2"/>
      </w:pBdr>
      <w:spacing w:before="200" w:after="280" w:line="360" w:lineRule="auto"/>
    </w:pPr>
    <w:rPr>
      <w:b/>
      <w:bCs/>
      <w:i/>
      <w:iCs/>
      <w:color w:val="7F7F7F" w:themeColor="text1" w:themeTint="80"/>
      <w:sz w:val="26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Pr>
      <w:b/>
      <w:bCs/>
      <w:i/>
      <w:iCs/>
      <w:color w:val="7F7F7F" w:themeColor="text1" w:themeTint="80"/>
      <w:sz w:val="26"/>
    </w:rPr>
  </w:style>
  <w:style w:type="character" w:styleId="Neenpoudarek">
    <w:name w:val="Subtle Emphasis"/>
    <w:basedOn w:val="Privzetapisavaodstavka"/>
    <w:uiPriority w:val="19"/>
    <w:qFormat/>
    <w:rPr>
      <w:i/>
      <w:iCs/>
      <w:color w:val="7A7A7A" w:themeColor="accent1"/>
    </w:rPr>
  </w:style>
  <w:style w:type="character" w:styleId="Intenzivenpoudarek">
    <w:name w:val="Intense Emphasis"/>
    <w:basedOn w:val="Privzetapisavaodstavka"/>
    <w:uiPriority w:val="21"/>
    <w:qFormat/>
    <w:rPr>
      <w:b/>
      <w:bCs/>
      <w:i/>
      <w:iCs/>
      <w:color w:val="D1282E" w:themeColor="text2"/>
    </w:rPr>
  </w:style>
  <w:style w:type="character" w:styleId="Neensklic">
    <w:name w:val="Subtle Reference"/>
    <w:basedOn w:val="Privzetapisavaodstavka"/>
    <w:uiPriority w:val="31"/>
    <w:qFormat/>
    <w:rPr>
      <w:rFonts w:asciiTheme="minorHAnsi" w:hAnsiTheme="minorHAnsi"/>
      <w:smallCaps/>
      <w:color w:val="F5C201" w:themeColor="accent2"/>
      <w:sz w:val="22"/>
      <w:u w:val="none"/>
    </w:rPr>
  </w:style>
  <w:style w:type="character" w:styleId="Intenzivensklic">
    <w:name w:val="Intense Reference"/>
    <w:basedOn w:val="Privzetapisavaodstavka"/>
    <w:uiPriority w:val="32"/>
    <w:qFormat/>
    <w:rPr>
      <w:rFonts w:asciiTheme="minorHAnsi" w:hAnsiTheme="minorHAnsi"/>
      <w:b/>
      <w:bCs/>
      <w:caps/>
      <w:color w:val="F5C201" w:themeColor="accent2"/>
      <w:spacing w:val="5"/>
      <w:sz w:val="22"/>
      <w:u w:val="single"/>
    </w:rPr>
  </w:style>
  <w:style w:type="character" w:styleId="Naslovknjige">
    <w:name w:val="Book Title"/>
    <w:basedOn w:val="Privzetapisavaodstavka"/>
    <w:uiPriority w:val="33"/>
    <w:qFormat/>
    <w:rPr>
      <w:rFonts w:asciiTheme="minorHAnsi" w:hAnsiTheme="minorHAnsi"/>
      <w:b/>
      <w:bCs/>
      <w:caps/>
      <w:color w:val="3D3D3D" w:themeColor="accent1" w:themeShade="80"/>
      <w:spacing w:val="5"/>
      <w:sz w:val="22"/>
    </w:rPr>
  </w:style>
  <w:style w:type="paragraph" w:styleId="NaslovTOC">
    <w:name w:val="TOC Heading"/>
    <w:basedOn w:val="Naslov1"/>
    <w:next w:val="Navaden"/>
    <w:uiPriority w:val="39"/>
    <w:unhideWhenUsed/>
    <w:qFormat/>
    <w:pPr>
      <w:outlineLvl w:val="9"/>
    </w:pPr>
  </w:style>
  <w:style w:type="paragraph" w:styleId="Besedilooblaka">
    <w:name w:val="Balloon Text"/>
    <w:basedOn w:val="Navaden"/>
    <w:link w:val="Besediloobla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Pr>
      <w:rFonts w:ascii="Tahoma" w:hAnsi="Tahoma" w:cs="Tahoma"/>
      <w:sz w:val="16"/>
      <w:szCs w:val="16"/>
    </w:rPr>
  </w:style>
  <w:style w:type="character" w:styleId="Besedilooznabemesta">
    <w:name w:val="Placeholder Text"/>
    <w:basedOn w:val="Privzetapisavaodstavka"/>
    <w:uiPriority w:val="99"/>
    <w:rPr>
      <w:color w:val="808080"/>
    </w:rPr>
  </w:style>
  <w:style w:type="paragraph" w:styleId="Glava">
    <w:name w:val="header"/>
    <w:basedOn w:val="Navaden"/>
    <w:link w:val="Glav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</w:style>
  <w:style w:type="paragraph" w:styleId="Noga">
    <w:name w:val="footer"/>
    <w:basedOn w:val="Navaden"/>
    <w:link w:val="NogaZnak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</w:style>
  <w:style w:type="character" w:styleId="Hiperpovezava">
    <w:name w:val="Hyperlink"/>
    <w:basedOn w:val="Privzetapisavaodstavka"/>
    <w:uiPriority w:val="99"/>
    <w:unhideWhenUsed/>
    <w:rsid w:val="00B24803"/>
    <w:rPr>
      <w:color w:val="00B0F0"/>
      <w:u w:val="single"/>
    </w:rPr>
  </w:style>
  <w:style w:type="paragraph" w:customStyle="1" w:styleId="Naslovtabele">
    <w:name w:val="Naslov tabele"/>
    <w:basedOn w:val="Odstavekseznama"/>
    <w:qFormat/>
    <w:rsid w:val="006F439A"/>
    <w:pPr>
      <w:keepNext/>
      <w:numPr>
        <w:numId w:val="3"/>
      </w:numPr>
      <w:spacing w:after="60"/>
      <w:jc w:val="both"/>
    </w:pPr>
    <w:rPr>
      <w:color w:val="0070C0"/>
      <w:u w:val="single" w:color="000000" w:themeColor="text1"/>
    </w:rPr>
  </w:style>
  <w:style w:type="table" w:styleId="Tabelamrea4poudarek2">
    <w:name w:val="Grid Table 4 Accent 2"/>
    <w:basedOn w:val="Navadnatabela"/>
    <w:uiPriority w:val="49"/>
    <w:rsid w:val="00C66F06"/>
    <w:pPr>
      <w:spacing w:after="0" w:line="240" w:lineRule="auto"/>
    </w:pPr>
    <w:tblPr>
      <w:tblStyleRowBandSize w:val="1"/>
      <w:tblStyleColBandSize w:val="1"/>
      <w:tblBorders>
        <w:top w:val="single" w:sz="4" w:space="0" w:color="FEDD61" w:themeColor="accent2" w:themeTint="99"/>
        <w:left w:val="single" w:sz="4" w:space="0" w:color="FEDD61" w:themeColor="accent2" w:themeTint="99"/>
        <w:bottom w:val="single" w:sz="4" w:space="0" w:color="FEDD61" w:themeColor="accent2" w:themeTint="99"/>
        <w:right w:val="single" w:sz="4" w:space="0" w:color="FEDD61" w:themeColor="accent2" w:themeTint="99"/>
        <w:insideH w:val="single" w:sz="4" w:space="0" w:color="FEDD61" w:themeColor="accent2" w:themeTint="99"/>
        <w:insideV w:val="single" w:sz="4" w:space="0" w:color="FEDD61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5C201" w:themeColor="accent2"/>
          <w:left w:val="single" w:sz="4" w:space="0" w:color="F5C201" w:themeColor="accent2"/>
          <w:bottom w:val="single" w:sz="4" w:space="0" w:color="F5C201" w:themeColor="accent2"/>
          <w:right w:val="single" w:sz="4" w:space="0" w:color="F5C201" w:themeColor="accent2"/>
          <w:insideH w:val="nil"/>
          <w:insideV w:val="nil"/>
        </w:tcBorders>
        <w:shd w:val="clear" w:color="auto" w:fill="F5C201" w:themeFill="accent2"/>
      </w:tcPr>
    </w:tblStylePr>
    <w:tblStylePr w:type="lastRow">
      <w:rPr>
        <w:b/>
        <w:bCs/>
      </w:rPr>
      <w:tblPr/>
      <w:tcPr>
        <w:tcBorders>
          <w:top w:val="double" w:sz="4" w:space="0" w:color="F5C20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3CA" w:themeFill="accent2" w:themeFillTint="33"/>
      </w:tcPr>
    </w:tblStylePr>
    <w:tblStylePr w:type="band1Horz">
      <w:tblPr/>
      <w:tcPr>
        <w:shd w:val="clear" w:color="auto" w:fill="FEF3CA" w:themeFill="accent2" w:themeFillTint="33"/>
      </w:tcPr>
    </w:tblStylePr>
  </w:style>
  <w:style w:type="table" w:styleId="Tabelamrea4poudarek5">
    <w:name w:val="Grid Table 4 Accent 5"/>
    <w:basedOn w:val="Navadnatabela"/>
    <w:uiPriority w:val="49"/>
    <w:rsid w:val="00C66F06"/>
    <w:pPr>
      <w:spacing w:after="0" w:line="240" w:lineRule="auto"/>
    </w:pPr>
    <w:tblPr>
      <w:tblStyleRowBandSize w:val="1"/>
      <w:tblStyleColBandSize w:val="1"/>
      <w:tblBorders>
        <w:top w:val="single" w:sz="4" w:space="0" w:color="EA9B7B" w:themeColor="accent5" w:themeTint="99"/>
        <w:left w:val="single" w:sz="4" w:space="0" w:color="EA9B7B" w:themeColor="accent5" w:themeTint="99"/>
        <w:bottom w:val="single" w:sz="4" w:space="0" w:color="EA9B7B" w:themeColor="accent5" w:themeTint="99"/>
        <w:right w:val="single" w:sz="4" w:space="0" w:color="EA9B7B" w:themeColor="accent5" w:themeTint="99"/>
        <w:insideH w:val="single" w:sz="4" w:space="0" w:color="EA9B7B" w:themeColor="accent5" w:themeTint="99"/>
        <w:insideV w:val="single" w:sz="4" w:space="0" w:color="EA9B7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C5924" w:themeColor="accent5"/>
          <w:left w:val="single" w:sz="4" w:space="0" w:color="DC5924" w:themeColor="accent5"/>
          <w:bottom w:val="single" w:sz="4" w:space="0" w:color="DC5924" w:themeColor="accent5"/>
          <w:right w:val="single" w:sz="4" w:space="0" w:color="DC5924" w:themeColor="accent5"/>
          <w:insideH w:val="nil"/>
          <w:insideV w:val="nil"/>
        </w:tcBorders>
        <w:shd w:val="clear" w:color="auto" w:fill="DC5924" w:themeFill="accent5"/>
      </w:tcPr>
    </w:tblStylePr>
    <w:tblStylePr w:type="lastRow">
      <w:rPr>
        <w:b/>
        <w:bCs/>
      </w:rPr>
      <w:tblPr/>
      <w:tcPr>
        <w:tcBorders>
          <w:top w:val="double" w:sz="4" w:space="0" w:color="DC592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DD3" w:themeFill="accent5" w:themeFillTint="33"/>
      </w:tcPr>
    </w:tblStylePr>
    <w:tblStylePr w:type="band1Horz">
      <w:tblPr/>
      <w:tcPr>
        <w:shd w:val="clear" w:color="auto" w:fill="F8DDD3" w:themeFill="accent5" w:themeFillTint="33"/>
      </w:tcPr>
    </w:tblStylePr>
  </w:style>
  <w:style w:type="paragraph" w:customStyle="1" w:styleId="Naslovslik">
    <w:name w:val="Naslov slik"/>
    <w:basedOn w:val="Brezrazmikov"/>
    <w:qFormat/>
    <w:rsid w:val="002E6A92"/>
    <w:pPr>
      <w:keepNext/>
      <w:numPr>
        <w:numId w:val="2"/>
      </w:numPr>
      <w:spacing w:after="60"/>
      <w:ind w:left="714" w:hanging="357"/>
    </w:pPr>
    <w:rPr>
      <w:color w:val="00B0F0"/>
      <w:u w:val="single" w:color="000000" w:themeColor="text1"/>
    </w:rPr>
  </w:style>
  <w:style w:type="table" w:customStyle="1" w:styleId="Tanja">
    <w:name w:val="Tanja"/>
    <w:basedOn w:val="Navadnatabela"/>
    <w:uiPriority w:val="99"/>
    <w:qFormat/>
    <w:rsid w:val="008F1FFC"/>
    <w:pPr>
      <w:spacing w:after="0" w:line="240" w:lineRule="auto"/>
      <w:jc w:val="center"/>
    </w:pPr>
    <w:rPr>
      <w:rFonts w:ascii="Candara" w:eastAsia="Calibri" w:hAnsi="Candara" w:cs="Times New Roman"/>
      <w:szCs w:val="20"/>
    </w:rPr>
    <w:tblPr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2" w:space="0" w:color="auto"/>
        <w:insideV w:val="single" w:sz="2" w:space="0" w:color="auto"/>
      </w:tblBorders>
    </w:tblPr>
    <w:tcPr>
      <w:shd w:val="clear" w:color="auto" w:fill="auto"/>
      <w:vAlign w:val="center"/>
    </w:tcPr>
    <w:tblStylePr w:type="firstRow">
      <w:pPr>
        <w:jc w:val="center"/>
      </w:pPr>
      <w:rPr>
        <w:rFonts w:ascii="TimesNewRomanPSMT" w:hAnsi="TimesNewRomanPSMT"/>
        <w:b/>
        <w:color w:val="FFFFFF"/>
        <w:sz w:val="22"/>
      </w:rPr>
      <w:tblPr/>
      <w:tcPr>
        <w:shd w:val="clear" w:color="auto" w:fill="4F81BD"/>
      </w:tcPr>
    </w:tblStylePr>
    <w:tblStylePr w:type="firstCol">
      <w:tblPr/>
      <w:tcPr>
        <w:shd w:val="clear" w:color="auto" w:fill="DBE5F1"/>
      </w:tcPr>
    </w:tblStylePr>
    <w:tblStylePr w:type="lastCol">
      <w:tblPr/>
      <w:tcPr>
        <w:shd w:val="clear" w:color="auto" w:fill="DBE5F1"/>
      </w:tcPr>
    </w:tblStylePr>
  </w:style>
  <w:style w:type="table" w:styleId="Tabelamrea">
    <w:name w:val="Table Grid"/>
    <w:basedOn w:val="Navadnatabela"/>
    <w:uiPriority w:val="59"/>
    <w:unhideWhenUsed/>
    <w:rsid w:val="009C7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temnamrea5poudarek5">
    <w:name w:val="Grid Table 5 Dark Accent 5"/>
    <w:basedOn w:val="Navadnatabela"/>
    <w:uiPriority w:val="50"/>
    <w:rsid w:val="009C725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DD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C592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C592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C592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C5924" w:themeFill="accent5"/>
      </w:tcPr>
    </w:tblStylePr>
    <w:tblStylePr w:type="band1Vert">
      <w:tblPr/>
      <w:tcPr>
        <w:shd w:val="clear" w:color="auto" w:fill="F1BCA7" w:themeFill="accent5" w:themeFillTint="66"/>
      </w:tcPr>
    </w:tblStylePr>
    <w:tblStylePr w:type="band1Horz">
      <w:tblPr/>
      <w:tcPr>
        <w:shd w:val="clear" w:color="auto" w:fill="F1BCA7" w:themeFill="accent5" w:themeFillTint="66"/>
      </w:tcPr>
    </w:tblStylePr>
  </w:style>
  <w:style w:type="paragraph" w:styleId="Sprotnaopomba-besedilo">
    <w:name w:val="footnote text"/>
    <w:aliases w:val=" Char Char,Sprotna opomba - besedilo Znak1,Sprotna opomba - besedilo Znak Znak2,Sprotna opomba - besedilo Znak1 Znak Znak1,Sprotna opomba - besedilo Znak1 Znak Znak Znak,Sprotna opomba - besedilo Znak Znak Znak Znak Znak"/>
    <w:basedOn w:val="Navaden"/>
    <w:link w:val="Sprotnaopomba-besediloZnak"/>
    <w:uiPriority w:val="99"/>
    <w:unhideWhenUsed/>
    <w:rsid w:val="00454B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protnaopomba-besediloZnak">
    <w:name w:val="Sprotna opomba - besedilo Znak"/>
    <w:aliases w:val=" Char Char Znak,Sprotna opomba - besedilo Znak1 Znak,Sprotna opomba - besedilo Znak Znak2 Znak,Sprotna opomba - besedilo Znak1 Znak Znak1 Znak,Sprotna opomba - besedilo Znak1 Znak Znak Znak Znak"/>
    <w:basedOn w:val="Privzetapisavaodstavka"/>
    <w:link w:val="Sprotnaopomba-besedilo"/>
    <w:uiPriority w:val="99"/>
    <w:rsid w:val="00454BE6"/>
    <w:rPr>
      <w:rFonts w:ascii="Times New Roman" w:eastAsia="Times New Roman" w:hAnsi="Times New Roman" w:cs="Times New Roman"/>
      <w:sz w:val="20"/>
      <w:szCs w:val="20"/>
    </w:rPr>
  </w:style>
  <w:style w:type="character" w:styleId="Sprotnaopomba-sklic">
    <w:name w:val="footnote reference"/>
    <w:aliases w:val="Footnote symbol,Footnote,Fussnota"/>
    <w:uiPriority w:val="99"/>
    <w:unhideWhenUsed/>
    <w:rsid w:val="00454BE6"/>
    <w:rPr>
      <w:vertAlign w:val="superscript"/>
    </w:rPr>
  </w:style>
  <w:style w:type="table" w:styleId="Tabelasvetlamrea1poudarek5">
    <w:name w:val="Grid Table 1 Light Accent 5"/>
    <w:basedOn w:val="Navadnatabela"/>
    <w:uiPriority w:val="46"/>
    <w:rsid w:val="00454BE6"/>
    <w:pPr>
      <w:spacing w:after="0" w:line="240" w:lineRule="auto"/>
    </w:pPr>
    <w:tblPr>
      <w:tblStyleRowBandSize w:val="1"/>
      <w:tblStyleColBandSize w:val="1"/>
      <w:tblBorders>
        <w:top w:val="single" w:sz="4" w:space="0" w:color="F1BCA7" w:themeColor="accent5" w:themeTint="66"/>
        <w:left w:val="single" w:sz="4" w:space="0" w:color="F1BCA7" w:themeColor="accent5" w:themeTint="66"/>
        <w:bottom w:val="single" w:sz="4" w:space="0" w:color="F1BCA7" w:themeColor="accent5" w:themeTint="66"/>
        <w:right w:val="single" w:sz="4" w:space="0" w:color="F1BCA7" w:themeColor="accent5" w:themeTint="66"/>
        <w:insideH w:val="single" w:sz="4" w:space="0" w:color="F1BCA7" w:themeColor="accent5" w:themeTint="66"/>
        <w:insideV w:val="single" w:sz="4" w:space="0" w:color="F1BCA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A9B7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A9B7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lobesedila2">
    <w:name w:val="Body Text 2"/>
    <w:basedOn w:val="Navaden"/>
    <w:link w:val="Telobesedila2Znak"/>
    <w:uiPriority w:val="99"/>
    <w:rsid w:val="00F935E0"/>
    <w:pPr>
      <w:widowControl w:val="0"/>
      <w:spacing w:after="0" w:line="240" w:lineRule="auto"/>
      <w:ind w:right="-58"/>
      <w:jc w:val="both"/>
    </w:pPr>
    <w:rPr>
      <w:rFonts w:ascii="Arial" w:eastAsia="Calibri" w:hAnsi="Arial" w:cs="Arial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F935E0"/>
    <w:rPr>
      <w:rFonts w:ascii="Arial" w:eastAsia="Calibri" w:hAnsi="Arial" w:cs="Arial"/>
      <w:sz w:val="20"/>
      <w:szCs w:val="20"/>
    </w:rPr>
  </w:style>
  <w:style w:type="paragraph" w:styleId="Kazalovsebine1">
    <w:name w:val="toc 1"/>
    <w:basedOn w:val="Navaden"/>
    <w:next w:val="Navaden"/>
    <w:autoRedefine/>
    <w:uiPriority w:val="39"/>
    <w:unhideWhenUsed/>
    <w:rsid w:val="00EF618A"/>
    <w:pPr>
      <w:spacing w:after="100"/>
    </w:pPr>
  </w:style>
  <w:style w:type="paragraph" w:styleId="Kazalovsebine2">
    <w:name w:val="toc 2"/>
    <w:basedOn w:val="Navaden"/>
    <w:next w:val="Navaden"/>
    <w:autoRedefine/>
    <w:uiPriority w:val="39"/>
    <w:unhideWhenUsed/>
    <w:rsid w:val="00EF618A"/>
    <w:pPr>
      <w:spacing w:after="100"/>
      <w:ind w:left="220"/>
    </w:pPr>
  </w:style>
  <w:style w:type="paragraph" w:styleId="Kazalovsebine3">
    <w:name w:val="toc 3"/>
    <w:basedOn w:val="Navaden"/>
    <w:next w:val="Navaden"/>
    <w:autoRedefine/>
    <w:uiPriority w:val="39"/>
    <w:unhideWhenUsed/>
    <w:rsid w:val="00EF618A"/>
    <w:pPr>
      <w:spacing w:after="100"/>
      <w:ind w:left="440"/>
    </w:pPr>
  </w:style>
  <w:style w:type="character" w:customStyle="1" w:styleId="apple-converted-space">
    <w:name w:val="apple-converted-space"/>
    <w:basedOn w:val="Privzetapisavaodstavka"/>
    <w:rsid w:val="00C817ED"/>
  </w:style>
  <w:style w:type="table" w:styleId="Tabelamrea4poudarek3">
    <w:name w:val="Grid Table 4 Accent 3"/>
    <w:basedOn w:val="Navadnatabela"/>
    <w:uiPriority w:val="49"/>
    <w:rsid w:val="00D12ABF"/>
    <w:pPr>
      <w:spacing w:after="0" w:line="240" w:lineRule="auto"/>
    </w:pPr>
    <w:tblPr>
      <w:tblStyleRowBandSize w:val="1"/>
      <w:tblStyleColBandSize w:val="1"/>
      <w:tblBorders>
        <w:top w:val="single" w:sz="4" w:space="0" w:color="97A7CF" w:themeColor="accent3" w:themeTint="99"/>
        <w:left w:val="single" w:sz="4" w:space="0" w:color="97A7CF" w:themeColor="accent3" w:themeTint="99"/>
        <w:bottom w:val="single" w:sz="4" w:space="0" w:color="97A7CF" w:themeColor="accent3" w:themeTint="99"/>
        <w:right w:val="single" w:sz="4" w:space="0" w:color="97A7CF" w:themeColor="accent3" w:themeTint="99"/>
        <w:insideH w:val="single" w:sz="4" w:space="0" w:color="97A7CF" w:themeColor="accent3" w:themeTint="99"/>
        <w:insideV w:val="single" w:sz="4" w:space="0" w:color="97A7C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26DB0" w:themeColor="accent3"/>
          <w:left w:val="single" w:sz="4" w:space="0" w:color="526DB0" w:themeColor="accent3"/>
          <w:bottom w:val="single" w:sz="4" w:space="0" w:color="526DB0" w:themeColor="accent3"/>
          <w:right w:val="single" w:sz="4" w:space="0" w:color="526DB0" w:themeColor="accent3"/>
          <w:insideH w:val="nil"/>
          <w:insideV w:val="nil"/>
        </w:tcBorders>
        <w:shd w:val="clear" w:color="auto" w:fill="526DB0" w:themeFill="accent3"/>
      </w:tcPr>
    </w:tblStylePr>
    <w:tblStylePr w:type="lastRow">
      <w:rPr>
        <w:b/>
        <w:bCs/>
      </w:rPr>
      <w:tblPr/>
      <w:tcPr>
        <w:tcBorders>
          <w:top w:val="double" w:sz="4" w:space="0" w:color="526DB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1EF" w:themeFill="accent3" w:themeFillTint="33"/>
      </w:tcPr>
    </w:tblStylePr>
    <w:tblStylePr w:type="band1Horz">
      <w:tblPr/>
      <w:tcPr>
        <w:shd w:val="clear" w:color="auto" w:fill="DCE1EF" w:themeFill="accent3" w:themeFillTint="33"/>
      </w:tcPr>
    </w:tblStylePr>
  </w:style>
  <w:style w:type="table" w:styleId="Tabelamrea4poudarek4">
    <w:name w:val="Grid Table 4 Accent 4"/>
    <w:basedOn w:val="Navadnatabela"/>
    <w:uiPriority w:val="49"/>
    <w:rsid w:val="00312A2D"/>
    <w:pPr>
      <w:spacing w:after="0" w:line="240" w:lineRule="auto"/>
    </w:pPr>
    <w:tblPr>
      <w:tblStyleRowBandSize w:val="1"/>
      <w:tblStyleColBandSize w:val="1"/>
      <w:tblBorders>
        <w:top w:val="single" w:sz="4" w:space="0" w:color="C1C2CD" w:themeColor="accent4" w:themeTint="99"/>
        <w:left w:val="single" w:sz="4" w:space="0" w:color="C1C2CD" w:themeColor="accent4" w:themeTint="99"/>
        <w:bottom w:val="single" w:sz="4" w:space="0" w:color="C1C2CD" w:themeColor="accent4" w:themeTint="99"/>
        <w:right w:val="single" w:sz="4" w:space="0" w:color="C1C2CD" w:themeColor="accent4" w:themeTint="99"/>
        <w:insideH w:val="single" w:sz="4" w:space="0" w:color="C1C2CD" w:themeColor="accent4" w:themeTint="99"/>
        <w:insideV w:val="single" w:sz="4" w:space="0" w:color="C1C2CD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89AAC" w:themeColor="accent4"/>
          <w:left w:val="single" w:sz="4" w:space="0" w:color="989AAC" w:themeColor="accent4"/>
          <w:bottom w:val="single" w:sz="4" w:space="0" w:color="989AAC" w:themeColor="accent4"/>
          <w:right w:val="single" w:sz="4" w:space="0" w:color="989AAC" w:themeColor="accent4"/>
          <w:insideH w:val="nil"/>
          <w:insideV w:val="nil"/>
        </w:tcBorders>
        <w:shd w:val="clear" w:color="auto" w:fill="989AAC" w:themeFill="accent4"/>
      </w:tcPr>
    </w:tblStylePr>
    <w:tblStylePr w:type="lastRow">
      <w:rPr>
        <w:b/>
        <w:bCs/>
      </w:rPr>
      <w:tblPr/>
      <w:tcPr>
        <w:tcBorders>
          <w:top w:val="double" w:sz="4" w:space="0" w:color="989AA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E" w:themeFill="accent4" w:themeFillTint="33"/>
      </w:tcPr>
    </w:tblStylePr>
    <w:tblStylePr w:type="band1Horz">
      <w:tblPr/>
      <w:tcPr>
        <w:shd w:val="clear" w:color="auto" w:fill="EAEAEE" w:themeFill="accent4" w:themeFillTint="33"/>
      </w:tcPr>
    </w:tblStylePr>
  </w:style>
  <w:style w:type="table" w:styleId="Tabelasvetlamrea1poudarek4">
    <w:name w:val="Grid Table 1 Light Accent 4"/>
    <w:basedOn w:val="Navadnatabela"/>
    <w:uiPriority w:val="46"/>
    <w:rsid w:val="009874F7"/>
    <w:pPr>
      <w:spacing w:after="0" w:line="240" w:lineRule="auto"/>
    </w:pPr>
    <w:tblPr>
      <w:tblStyleRowBandSize w:val="1"/>
      <w:tblStyleColBandSize w:val="1"/>
      <w:tblBorders>
        <w:top w:val="single" w:sz="4" w:space="0" w:color="D5D6DD" w:themeColor="accent4" w:themeTint="66"/>
        <w:left w:val="single" w:sz="4" w:space="0" w:color="D5D6DD" w:themeColor="accent4" w:themeTint="66"/>
        <w:bottom w:val="single" w:sz="4" w:space="0" w:color="D5D6DD" w:themeColor="accent4" w:themeTint="66"/>
        <w:right w:val="single" w:sz="4" w:space="0" w:color="D5D6DD" w:themeColor="accent4" w:themeTint="66"/>
        <w:insideH w:val="single" w:sz="4" w:space="0" w:color="D5D6DD" w:themeColor="accent4" w:themeTint="66"/>
        <w:insideV w:val="single" w:sz="4" w:space="0" w:color="D5D6DD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C1C2C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1C2C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mrea2poudarek6">
    <w:name w:val="Grid Table 2 Accent 6"/>
    <w:basedOn w:val="Navadnatabela"/>
    <w:uiPriority w:val="47"/>
    <w:rsid w:val="00A01DDC"/>
    <w:pPr>
      <w:spacing w:after="0" w:line="240" w:lineRule="auto"/>
    </w:pPr>
    <w:tblPr>
      <w:tblStyleRowBandSize w:val="1"/>
      <w:tblStyleColBandSize w:val="1"/>
      <w:tblBorders>
        <w:top w:val="single" w:sz="2" w:space="0" w:color="D2D1BD" w:themeColor="accent6" w:themeTint="99"/>
        <w:bottom w:val="single" w:sz="2" w:space="0" w:color="D2D1BD" w:themeColor="accent6" w:themeTint="99"/>
        <w:insideH w:val="single" w:sz="2" w:space="0" w:color="D2D1BD" w:themeColor="accent6" w:themeTint="99"/>
        <w:insideV w:val="single" w:sz="2" w:space="0" w:color="D2D1B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2D1B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2D1B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FE9" w:themeFill="accent6" w:themeFillTint="33"/>
      </w:tcPr>
    </w:tblStylePr>
    <w:tblStylePr w:type="band1Horz">
      <w:tblPr/>
      <w:tcPr>
        <w:shd w:val="clear" w:color="auto" w:fill="F0EFE9" w:themeFill="accent6" w:themeFillTint="33"/>
      </w:tcPr>
    </w:tblStylePr>
  </w:style>
  <w:style w:type="table" w:styleId="Tabelasvetlamrea1poudarek3">
    <w:name w:val="Grid Table 1 Light Accent 3"/>
    <w:basedOn w:val="Navadnatabela"/>
    <w:uiPriority w:val="46"/>
    <w:rsid w:val="00E02F6B"/>
    <w:pPr>
      <w:spacing w:after="0" w:line="240" w:lineRule="auto"/>
    </w:pPr>
    <w:tblPr>
      <w:tblStyleRowBandSize w:val="1"/>
      <w:tblStyleColBandSize w:val="1"/>
      <w:tblBorders>
        <w:top w:val="single" w:sz="4" w:space="0" w:color="B9C4DF" w:themeColor="accent3" w:themeTint="66"/>
        <w:left w:val="single" w:sz="4" w:space="0" w:color="B9C4DF" w:themeColor="accent3" w:themeTint="66"/>
        <w:bottom w:val="single" w:sz="4" w:space="0" w:color="B9C4DF" w:themeColor="accent3" w:themeTint="66"/>
        <w:right w:val="single" w:sz="4" w:space="0" w:color="B9C4DF" w:themeColor="accent3" w:themeTint="66"/>
        <w:insideH w:val="single" w:sz="4" w:space="0" w:color="B9C4DF" w:themeColor="accent3" w:themeTint="66"/>
        <w:insideV w:val="single" w:sz="4" w:space="0" w:color="B9C4D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97A7C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7A7C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vetlamrea1poudarek1">
    <w:name w:val="Grid Table 1 Light Accent 1"/>
    <w:basedOn w:val="Navadnatabela"/>
    <w:uiPriority w:val="46"/>
    <w:rsid w:val="00C00B7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1" w:themeTint="66"/>
        <w:left w:val="single" w:sz="4" w:space="0" w:color="C9C9C9" w:themeColor="accent1" w:themeTint="66"/>
        <w:bottom w:val="single" w:sz="4" w:space="0" w:color="C9C9C9" w:themeColor="accent1" w:themeTint="66"/>
        <w:right w:val="single" w:sz="4" w:space="0" w:color="C9C9C9" w:themeColor="accent1" w:themeTint="66"/>
        <w:insideH w:val="single" w:sz="4" w:space="0" w:color="C9C9C9" w:themeColor="accent1" w:themeTint="66"/>
        <w:insideV w:val="single" w:sz="4" w:space="0" w:color="C9C9C9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AFAFA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FAFA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Nerazreenaomemba">
    <w:name w:val="Unresolved Mention"/>
    <w:basedOn w:val="Privzetapisavaodstavka"/>
    <w:uiPriority w:val="99"/>
    <w:semiHidden/>
    <w:unhideWhenUsed/>
    <w:rsid w:val="000A2D4D"/>
    <w:rPr>
      <w:color w:val="808080"/>
      <w:shd w:val="clear" w:color="auto" w:fill="E6E6E6"/>
    </w:rPr>
  </w:style>
  <w:style w:type="paragraph" w:customStyle="1" w:styleId="Default">
    <w:name w:val="Default"/>
    <w:rsid w:val="00AE146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Vir">
    <w:name w:val="Vir"/>
    <w:basedOn w:val="Brezrazmikov"/>
    <w:qFormat/>
    <w:rsid w:val="00D6644D"/>
    <w:pPr>
      <w:ind w:left="356"/>
    </w:pPr>
    <w:rPr>
      <w:rFonts w:ascii="Arial" w:eastAsia="Dotum" w:hAnsi="Arial" w:cs="Arial"/>
      <w:bCs/>
      <w:sz w:val="20"/>
      <w:szCs w:val="20"/>
    </w:rPr>
  </w:style>
  <w:style w:type="table" w:styleId="Tabelasvetlamrea1poudarek6">
    <w:name w:val="Grid Table 1 Light Accent 6"/>
    <w:basedOn w:val="Navadnatabela"/>
    <w:uiPriority w:val="46"/>
    <w:rsid w:val="00043F24"/>
    <w:pPr>
      <w:spacing w:after="0" w:line="240" w:lineRule="auto"/>
    </w:pPr>
    <w:tblPr>
      <w:tblStyleRowBandSize w:val="1"/>
      <w:tblStyleColBandSize w:val="1"/>
      <w:tblBorders>
        <w:top w:val="single" w:sz="4" w:space="0" w:color="E1E0D3" w:themeColor="accent6" w:themeTint="66"/>
        <w:left w:val="single" w:sz="4" w:space="0" w:color="E1E0D3" w:themeColor="accent6" w:themeTint="66"/>
        <w:bottom w:val="single" w:sz="4" w:space="0" w:color="E1E0D3" w:themeColor="accent6" w:themeTint="66"/>
        <w:right w:val="single" w:sz="4" w:space="0" w:color="E1E0D3" w:themeColor="accent6" w:themeTint="66"/>
        <w:insideH w:val="single" w:sz="4" w:space="0" w:color="E1E0D3" w:themeColor="accent6" w:themeTint="66"/>
        <w:insideV w:val="single" w:sz="4" w:space="0" w:color="E1E0D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D2D1B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2D1B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lobesedila">
    <w:name w:val="Body Text"/>
    <w:basedOn w:val="Navaden"/>
    <w:link w:val="TelobesedilaZnak"/>
    <w:uiPriority w:val="99"/>
    <w:semiHidden/>
    <w:unhideWhenUsed/>
    <w:rsid w:val="00E27EF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E27EF3"/>
  </w:style>
  <w:style w:type="paragraph" w:styleId="Telobesedila-zamik2">
    <w:name w:val="Body Text Indent 2"/>
    <w:basedOn w:val="Navaden"/>
    <w:link w:val="Telobesedila-zamik2Znak"/>
    <w:uiPriority w:val="99"/>
    <w:semiHidden/>
    <w:unhideWhenUsed/>
    <w:rsid w:val="003D47A1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uiPriority w:val="99"/>
    <w:semiHidden/>
    <w:rsid w:val="003D47A1"/>
  </w:style>
  <w:style w:type="table" w:styleId="Navadnatabela1">
    <w:name w:val="Plain Table 1"/>
    <w:basedOn w:val="Navadnatabela"/>
    <w:uiPriority w:val="41"/>
    <w:rsid w:val="00043B6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Nazivlistine">
    <w:name w:val="Naziv listine"/>
    <w:basedOn w:val="Navaden"/>
    <w:qFormat/>
    <w:rsid w:val="00487499"/>
    <w:pPr>
      <w:spacing w:after="0" w:line="280" w:lineRule="atLeast"/>
      <w:jc w:val="center"/>
    </w:pPr>
    <w:rPr>
      <w:rFonts w:ascii="Arial" w:eastAsia="Times New Roman" w:hAnsi="Arial" w:cs="Arial"/>
      <w:b/>
      <w:color w:val="70AD47"/>
      <w:sz w:val="28"/>
      <w:szCs w:val="28"/>
    </w:rPr>
  </w:style>
  <w:style w:type="paragraph" w:customStyle="1" w:styleId="Textbody">
    <w:name w:val="Text body"/>
    <w:basedOn w:val="Navaden"/>
    <w:rsid w:val="00F14410"/>
    <w:pPr>
      <w:suppressAutoHyphens/>
      <w:autoSpaceDN w:val="0"/>
      <w:spacing w:after="140" w:line="276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styleId="Pripombasklic">
    <w:name w:val="annotation reference"/>
    <w:basedOn w:val="Privzetapisavaodstavka"/>
    <w:uiPriority w:val="99"/>
    <w:semiHidden/>
    <w:unhideWhenUsed/>
    <w:rsid w:val="00F14410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F14410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0"/>
      <w:szCs w:val="18"/>
      <w:lang w:eastAsia="zh-CN" w:bidi="hi-IN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F14410"/>
    <w:rPr>
      <w:rFonts w:ascii="Liberation Serif" w:eastAsia="NSimSun" w:hAnsi="Liberation Serif" w:cs="Mangal"/>
      <w:kern w:val="3"/>
      <w:sz w:val="20"/>
      <w:szCs w:val="18"/>
      <w:lang w:eastAsia="zh-CN" w:bidi="hi-IN"/>
    </w:rPr>
  </w:style>
  <w:style w:type="character" w:customStyle="1" w:styleId="OdstavekseznamaZnak">
    <w:name w:val="Odstavek seznama Znak"/>
    <w:link w:val="Odstavekseznama"/>
    <w:uiPriority w:val="34"/>
    <w:locked/>
    <w:rsid w:val="00E16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4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nja\AppData\Roaming\Microsoft\Templates\Poro&#269;ilo%20(oblika%20&#187;Osnovno&#171;)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ssential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Essential">
      <a:majorFont>
        <a:latin typeface="Arial Black"/>
        <a:ea typeface=""/>
        <a:cs typeface=""/>
        <a:font script="Jpan" typeface="ＭＳ Ｐゴシック"/>
        <a:font script="Hang" typeface="HY견고딕"/>
        <a:font script="Hans" typeface="微软雅黑"/>
        <a:font script="Hant" typeface="微軟正黑體"/>
        <a:font script="Arab" typeface="Tahoma"/>
        <a:font script="Hebr" typeface="Ta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sential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250000"/>
              </a:schemeClr>
            </a:gs>
            <a:gs pos="35000">
              <a:schemeClr val="phClr">
                <a:tint val="47000"/>
                <a:satMod val="275000"/>
              </a:schemeClr>
            </a:gs>
            <a:gs pos="100000">
              <a:schemeClr val="phClr">
                <a:tint val="25000"/>
                <a:satMod val="300000"/>
              </a:schemeClr>
            </a:gs>
          </a:gsLst>
          <a:lin ang="16200000" scaled="1"/>
        </a:gradFill>
        <a:solidFill>
          <a:schemeClr val="phClr">
            <a:satMod val="110000"/>
          </a:schemeClr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  <a:ln w="4127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9999" dist="23000" algn="bl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38100" dist="19050" algn="bl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balanced" dir="l"/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96000"/>
              </a:schemeClr>
              <a:schemeClr val="phClr">
                <a:shade val="94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84000"/>
                <a:satMod val="110000"/>
              </a:schemeClr>
            </a:gs>
            <a:gs pos="44000">
              <a:schemeClr val="phClr">
                <a:tint val="93000"/>
                <a:satMod val="115000"/>
              </a:schemeClr>
            </a:gs>
            <a:gs pos="100000">
              <a:schemeClr val="phClr">
                <a:tint val="100000"/>
                <a:shade val="59000"/>
                <a:satMod val="120000"/>
              </a:schemeClr>
            </a:gs>
          </a:gsLst>
          <a:path path="circle">
            <a:fillToRect l="40000" t="60000" r="60000" b="4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868E8C5-126C-4F64-8B94-7B7308E11C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4CD26E-9D7C-4435-B9F2-8BC123FE93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Poročilo (oblika »Osnovno«)</Template>
  <TotalTime>1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TOPLOTNA OSKRBA ZAVODA HRASTOVEC S TOPLOTO NA LESNO BIOMASO</vt:lpstr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TOPLOTNA OSKRBA ZAVODA HRASTOVEC S TOPLOTO NA LESNO BIOMASO</dc:title>
  <dc:subject>RAZPISNA DOKUMENTACIJA</dc:subject>
  <dc:creator>Tanja</dc:creator>
  <cp:keywords/>
  <cp:lastModifiedBy>Tanja Vintar</cp:lastModifiedBy>
  <cp:revision>3</cp:revision>
  <cp:lastPrinted>2019-05-21T08:02:00Z</cp:lastPrinted>
  <dcterms:created xsi:type="dcterms:W3CDTF">2020-06-28T06:09:00Z</dcterms:created>
  <dcterms:modified xsi:type="dcterms:W3CDTF">2020-06-28T06:10:00Z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TC018408409991</vt:lpwstr>
  </property>
</Properties>
</file>